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0DB90D1F" w:rsidR="00720E3E" w:rsidRDefault="002C2932" w:rsidP="002C2932">
      <w:pPr>
        <w:spacing w:after="0" w:line="240" w:lineRule="auto"/>
        <w:ind w:left="6360" w:firstLine="720"/>
        <w:jc w:val="both"/>
        <w:rPr>
          <w:rFonts w:ascii="Times New Roman" w:hAnsi="Times New Roman" w:cs="Times New Roman"/>
          <w:b/>
          <w:bCs/>
          <w:kern w:val="28"/>
          <w:sz w:val="24"/>
          <w:szCs w:val="24"/>
        </w:rPr>
      </w:pPr>
      <w:r>
        <w:rPr>
          <w:noProof/>
          <w:lang w:eastAsia="et-EE"/>
        </w:rPr>
        <w:drawing>
          <wp:inline distT="0" distB="0" distL="0" distR="0" wp14:anchorId="0F391D48" wp14:editId="1D24FD6B">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9"/>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80C4504"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845026">
        <w:rPr>
          <w:rFonts w:ascii="Times New Roman" w:hAnsi="Times New Roman" w:cs="Times New Roman"/>
          <w:sz w:val="24"/>
          <w:szCs w:val="24"/>
        </w:rPr>
        <w:t>7</w:t>
      </w:r>
      <w:r w:rsidR="004A1532">
        <w:rPr>
          <w:rFonts w:ascii="Times New Roman" w:hAnsi="Times New Roman" w:cs="Times New Roman"/>
          <w:sz w:val="24"/>
          <w:szCs w:val="24"/>
        </w:rPr>
        <w:t>.2818</w:t>
      </w:r>
      <w:r w:rsidRPr="00CD01B9">
        <w:rPr>
          <w:rFonts w:ascii="Times New Roman" w:hAnsi="Times New Roman" w:cs="Times New Roman"/>
          <w:sz w:val="24"/>
          <w:szCs w:val="24"/>
        </w:rPr>
        <w:t xml:space="preserve"> „</w:t>
      </w:r>
      <w:bookmarkStart w:id="0" w:name="_Hlk129076647"/>
      <w:r w:rsidR="00C13648" w:rsidRPr="00C13648">
        <w:rPr>
          <w:rFonts w:ascii="Times New Roman" w:hAnsi="Times New Roman" w:cs="Times New Roman"/>
          <w:bCs/>
          <w:i/>
          <w:sz w:val="24"/>
          <w:szCs w:val="24"/>
        </w:rPr>
        <w:t>Viru raba õpperaja parkla</w:t>
      </w:r>
      <w:bookmarkEnd w:id="0"/>
      <w:r w:rsidR="00375970" w:rsidRPr="00375970">
        <w:rPr>
          <w:rFonts w:ascii="Times New Roman" w:hAnsi="Times New Roman" w:cs="Times New Roman"/>
          <w:bCs/>
          <w:i/>
          <w:sz w:val="24"/>
          <w:szCs w:val="24"/>
        </w:rPr>
        <w:t xml:space="preserve"> </w:t>
      </w:r>
      <w:r w:rsidR="004A1532">
        <w:rPr>
          <w:rFonts w:ascii="Times New Roman" w:hAnsi="Times New Roman" w:cs="Times New Roman"/>
          <w:bCs/>
          <w:i/>
          <w:sz w:val="24"/>
          <w:szCs w:val="24"/>
        </w:rPr>
        <w:t>ehitamin</w:t>
      </w:r>
      <w:r w:rsidR="00375970" w:rsidRPr="00375970">
        <w:rPr>
          <w:rFonts w:ascii="Times New Roman" w:hAnsi="Times New Roman" w:cs="Times New Roman"/>
          <w:bCs/>
          <w:i/>
          <w:sz w:val="24"/>
          <w:szCs w:val="24"/>
        </w:rPr>
        <w:t>e</w:t>
      </w:r>
      <w:r w:rsidRPr="00CD01B9">
        <w:rPr>
          <w:rFonts w:ascii="Times New Roman" w:hAnsi="Times New Roman" w:cs="Times New Roman"/>
          <w:sz w:val="24"/>
          <w:szCs w:val="24"/>
        </w:rPr>
        <w:t xml:space="preserve">“ (viitenumber </w:t>
      </w:r>
      <w:r w:rsidR="00C57B91">
        <w:rPr>
          <w:rFonts w:ascii="Times New Roman" w:hAnsi="Times New Roman" w:cs="Times New Roman"/>
          <w:sz w:val="24"/>
          <w:szCs w:val="24"/>
        </w:rPr>
        <w:t>263655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6AB95C0" w:rsidR="00176C45"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2F9CDBDD" w14:textId="28FD7D43" w:rsidR="00656268" w:rsidRPr="00281267" w:rsidRDefault="001543C6"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w:t>
      </w:r>
      <w:r w:rsidR="009E2A45">
        <w:rPr>
          <w:rFonts w:ascii="Times New Roman" w:hAnsi="Times New Roman" w:cs="Times New Roman"/>
          <w:sz w:val="24"/>
          <w:szCs w:val="24"/>
        </w:rPr>
        <w:t>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54F6A2E" w:rsidR="00720E3E" w:rsidRPr="00281267" w:rsidRDefault="00B532A4" w:rsidP="00281267">
      <w:pPr>
        <w:pStyle w:val="Pealkiri31"/>
        <w:tabs>
          <w:tab w:val="left" w:pos="567"/>
        </w:tabs>
        <w:spacing w:after="0" w:line="240" w:lineRule="auto"/>
        <w:ind w:left="0" w:firstLine="0"/>
        <w:jc w:val="both"/>
        <w:rPr>
          <w:rFonts w:ascii="Times New Roman" w:hAnsi="Times New Roman" w:cs="Times New Roman"/>
          <w:sz w:val="24"/>
          <w:szCs w:val="24"/>
        </w:rPr>
      </w:pPr>
      <w:r w:rsidRPr="00B532A4">
        <w:rPr>
          <w:rFonts w:ascii="Times New Roman" w:hAnsi="Times New Roman" w:cs="Times New Roman"/>
          <w:sz w:val="24"/>
          <w:szCs w:val="24"/>
        </w:rPr>
        <w:t>Eastconsult OÜ</w:t>
      </w:r>
      <w:r w:rsidR="00F70F45" w:rsidRPr="00F70F45">
        <w:rPr>
          <w:rFonts w:ascii="Times New Roman" w:hAnsi="Times New Roman" w:cs="Times New Roman"/>
          <w:sz w:val="24"/>
          <w:szCs w:val="24"/>
        </w:rPr>
        <w:t xml:space="preserve"> poolt koostatud „</w:t>
      </w:r>
      <w:r w:rsidR="00FF6A1B" w:rsidRPr="00FF6A1B">
        <w:rPr>
          <w:rFonts w:ascii="Times New Roman" w:hAnsi="Times New Roman" w:cs="Times New Roman"/>
          <w:sz w:val="24"/>
          <w:szCs w:val="24"/>
        </w:rPr>
        <w:t>Viru raba õpperaja parkla</w:t>
      </w:r>
      <w:r w:rsidR="00356930" w:rsidRPr="00356930">
        <w:rPr>
          <w:rFonts w:ascii="Times New Roman" w:hAnsi="Times New Roman" w:cs="Times New Roman"/>
          <w:sz w:val="24"/>
          <w:szCs w:val="24"/>
        </w:rPr>
        <w:t xml:space="preserve"> </w:t>
      </w:r>
      <w:r w:rsidR="00FF6A1B">
        <w:rPr>
          <w:rFonts w:ascii="Times New Roman" w:hAnsi="Times New Roman" w:cs="Times New Roman"/>
          <w:sz w:val="24"/>
          <w:szCs w:val="24"/>
        </w:rPr>
        <w:t>põhi</w:t>
      </w:r>
      <w:r w:rsidR="00356930">
        <w:rPr>
          <w:rFonts w:ascii="Times New Roman" w:hAnsi="Times New Roman" w:cs="Times New Roman"/>
          <w:sz w:val="24"/>
          <w:szCs w:val="24"/>
        </w:rPr>
        <w:t>projekt</w:t>
      </w:r>
      <w:r w:rsidR="00F70F45" w:rsidRPr="00F70F45">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734940F"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650FE0">
        <w:rPr>
          <w:rFonts w:ascii="Times New Roman" w:hAnsi="Times New Roman" w:cs="Times New Roman"/>
          <w:sz w:val="24"/>
          <w:szCs w:val="24"/>
        </w:rPr>
        <w:t>H</w:t>
      </w:r>
      <w:r w:rsidR="009E5866">
        <w:rPr>
          <w:rFonts w:ascii="Times New Roman" w:hAnsi="Times New Roman" w:cs="Times New Roman"/>
          <w:sz w:val="24"/>
          <w:szCs w:val="24"/>
        </w:rPr>
        <w:t>arj</w:t>
      </w:r>
      <w:r w:rsidR="00650FE0">
        <w:rPr>
          <w:rFonts w:ascii="Times New Roman" w:hAnsi="Times New Roman" w:cs="Times New Roman"/>
          <w:sz w:val="24"/>
          <w:szCs w:val="24"/>
        </w:rPr>
        <w:t>u</w:t>
      </w:r>
      <w:r w:rsidR="00240C3D" w:rsidRPr="00281267">
        <w:rPr>
          <w:rFonts w:ascii="Times New Roman" w:hAnsi="Times New Roman" w:cs="Times New Roman"/>
          <w:sz w:val="24"/>
          <w:szCs w:val="24"/>
        </w:rPr>
        <w:t xml:space="preserve"> maakonna </w:t>
      </w:r>
      <w:r w:rsidR="009E5866" w:rsidRPr="009E5866">
        <w:rPr>
          <w:rFonts w:ascii="Times New Roman" w:eastAsia="Times New Roman" w:hAnsi="Times New Roman" w:cs="Times New Roman"/>
          <w:bCs/>
          <w:sz w:val="24"/>
          <w:szCs w:val="24"/>
          <w:lang w:eastAsia="ar-SA"/>
        </w:rPr>
        <w:t>Viru raba õpperaja parkla</w:t>
      </w:r>
      <w:r w:rsidR="00650FE0" w:rsidRPr="00650FE0">
        <w:rPr>
          <w:rFonts w:ascii="Times New Roman" w:eastAsia="Times New Roman" w:hAnsi="Times New Roman" w:cs="Times New Roman"/>
          <w:bCs/>
          <w:sz w:val="24"/>
          <w:szCs w:val="24"/>
          <w:lang w:eastAsia="ar-SA"/>
        </w:rPr>
        <w:t xml:space="preserve"> rajami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009E80C3"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B532A4" w:rsidRPr="00B532A4">
        <w:rPr>
          <w:rFonts w:ascii="Times New Roman" w:hAnsi="Times New Roman" w:cs="Times New Roman"/>
          <w:sz w:val="24"/>
          <w:szCs w:val="24"/>
        </w:rPr>
        <w:t>Eastconsult OÜ</w:t>
      </w:r>
      <w:r w:rsidR="002551B0" w:rsidRPr="002551B0">
        <w:rPr>
          <w:rFonts w:ascii="Times New Roman" w:hAnsi="Times New Roman" w:cs="Times New Roman"/>
          <w:sz w:val="24"/>
          <w:szCs w:val="24"/>
        </w:rPr>
        <w:t xml:space="preserve"> poolt koostatud </w:t>
      </w:r>
      <w:r w:rsidR="009E5866" w:rsidRPr="009E5866">
        <w:rPr>
          <w:rFonts w:ascii="Times New Roman" w:hAnsi="Times New Roman" w:cs="Times New Roman"/>
          <w:sz w:val="24"/>
          <w:szCs w:val="24"/>
        </w:rPr>
        <w:t>Viru raba õpperaja parkla</w:t>
      </w:r>
      <w:r w:rsidR="002551B0" w:rsidRPr="002551B0">
        <w:rPr>
          <w:rFonts w:ascii="Times New Roman" w:hAnsi="Times New Roman" w:cs="Times New Roman"/>
          <w:sz w:val="24"/>
          <w:szCs w:val="24"/>
        </w:rPr>
        <w:t xml:space="preserve"> </w:t>
      </w:r>
      <w:r w:rsidR="009E5866">
        <w:rPr>
          <w:rFonts w:ascii="Times New Roman" w:hAnsi="Times New Roman" w:cs="Times New Roman"/>
          <w:sz w:val="24"/>
          <w:szCs w:val="24"/>
        </w:rPr>
        <w:t>põhi</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 xml:space="preserve">tingimustele ja olema vastavuses </w:t>
      </w:r>
      <w:r w:rsidR="000B19CE" w:rsidRPr="00281267">
        <w:rPr>
          <w:rFonts w:ascii="Times New Roman" w:hAnsi="Times New Roman" w:cs="Times New Roman"/>
          <w:sz w:val="24"/>
          <w:szCs w:val="24"/>
        </w:rPr>
        <w:t>ehitusseadustiku</w:t>
      </w:r>
      <w:r w:rsidR="00992831">
        <w:rPr>
          <w:rFonts w:ascii="Times New Roman" w:hAnsi="Times New Roman" w:cs="Times New Roman"/>
          <w:sz w:val="24"/>
          <w:szCs w:val="24"/>
        </w:rPr>
        <w:t>ga</w:t>
      </w:r>
      <w:r w:rsidR="000B19CE" w:rsidRPr="00281267">
        <w:rPr>
          <w:rFonts w:ascii="Times New Roman" w:hAnsi="Times New Roman" w:cs="Times New Roman"/>
          <w:sz w:val="24"/>
          <w:szCs w:val="24"/>
        </w:rPr>
        <w:t xml:space="preserve"> ja </w:t>
      </w:r>
      <w:r w:rsidR="00992831">
        <w:rPr>
          <w:rFonts w:ascii="Times New Roman" w:hAnsi="Times New Roman" w:cs="Times New Roman"/>
          <w:sz w:val="24"/>
          <w:szCs w:val="24"/>
        </w:rPr>
        <w:t>selle</w:t>
      </w:r>
      <w:r w:rsidR="000B19CE" w:rsidRPr="00281267">
        <w:rPr>
          <w:rFonts w:ascii="Times New Roman" w:hAnsi="Times New Roman" w:cs="Times New Roman"/>
          <w:sz w:val="24"/>
          <w:szCs w:val="24"/>
        </w:rPr>
        <w:t xml:space="preserv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DD36E06"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B83DC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62266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w:t>
      </w:r>
      <w:r w:rsidRPr="00622668">
        <w:rPr>
          <w:rFonts w:ascii="Times New Roman" w:hAnsi="Times New Roman" w:cs="Times New Roman"/>
          <w:sz w:val="24"/>
          <w:szCs w:val="24"/>
        </w:rPr>
        <w:t>sõlmida alltöövõtu</w:t>
      </w:r>
      <w:r w:rsidR="00003744" w:rsidRPr="00622668">
        <w:rPr>
          <w:rFonts w:ascii="Times New Roman" w:hAnsi="Times New Roman" w:cs="Times New Roman"/>
          <w:sz w:val="24"/>
          <w:szCs w:val="24"/>
        </w:rPr>
        <w:t>lepinguid koos kavandatavate alltöövõtjate nimede, kontaktandmed ja teabega nende seaduslike esindajate kohta;</w:t>
      </w:r>
    </w:p>
    <w:p w14:paraId="2B9BDB09" w14:textId="14345B5C" w:rsidR="00CF1C24" w:rsidRDefault="008A2313" w:rsidP="00B73DBA">
      <w:pPr>
        <w:pStyle w:val="Pealkiri31"/>
        <w:tabs>
          <w:tab w:val="left" w:pos="567"/>
        </w:tabs>
        <w:spacing w:after="0" w:line="240" w:lineRule="auto"/>
        <w:ind w:left="0" w:firstLine="0"/>
        <w:jc w:val="both"/>
        <w:rPr>
          <w:rStyle w:val="normal1"/>
          <w:rFonts w:cs="Times New Roman"/>
          <w:szCs w:val="24"/>
        </w:rPr>
      </w:pPr>
      <w:r w:rsidRPr="00622668">
        <w:rPr>
          <w:rFonts w:ascii="Times New Roman" w:hAnsi="Times New Roman" w:cs="Times New Roman"/>
          <w:sz w:val="24"/>
          <w:szCs w:val="24"/>
        </w:rPr>
        <w:t>kinni pidama tööde teostamisel t</w:t>
      </w:r>
      <w:r w:rsidR="00705773" w:rsidRPr="00622668">
        <w:rPr>
          <w:rFonts w:ascii="Times New Roman" w:hAnsi="Times New Roman" w:cs="Times New Roman"/>
          <w:sz w:val="24"/>
          <w:szCs w:val="24"/>
        </w:rPr>
        <w:t>ellija poolt ke</w:t>
      </w:r>
      <w:r w:rsidR="00845209" w:rsidRPr="00622668">
        <w:rPr>
          <w:rFonts w:ascii="Times New Roman" w:hAnsi="Times New Roman" w:cs="Times New Roman"/>
          <w:sz w:val="24"/>
          <w:szCs w:val="24"/>
        </w:rPr>
        <w:t>htestatud keskkonnaalastest käitumisju</w:t>
      </w:r>
      <w:r w:rsidR="00705773" w:rsidRPr="00622668">
        <w:rPr>
          <w:rFonts w:ascii="Times New Roman" w:hAnsi="Times New Roman" w:cs="Times New Roman"/>
          <w:sz w:val="24"/>
          <w:szCs w:val="24"/>
        </w:rPr>
        <w:t xml:space="preserve">histest ja projektis esitatud </w:t>
      </w:r>
      <w:r w:rsidR="002747CE" w:rsidRPr="00622668">
        <w:rPr>
          <w:rFonts w:ascii="Times New Roman" w:hAnsi="Times New Roman" w:cs="Times New Roman"/>
          <w:sz w:val="24"/>
          <w:szCs w:val="24"/>
        </w:rPr>
        <w:t>ehitus</w:t>
      </w:r>
      <w:r w:rsidR="00705773" w:rsidRPr="00622668">
        <w:rPr>
          <w:rFonts w:ascii="Times New Roman" w:hAnsi="Times New Roman" w:cs="Times New Roman"/>
          <w:sz w:val="24"/>
          <w:szCs w:val="24"/>
        </w:rPr>
        <w:t>objekti omapära arvestavaid nõudeid</w:t>
      </w:r>
      <w:r w:rsidR="00494297">
        <w:rPr>
          <w:rStyle w:val="normal1"/>
          <w:rFonts w:cs="Times New Roman"/>
          <w:szCs w:val="24"/>
        </w:rPr>
        <w:t>;</w:t>
      </w:r>
    </w:p>
    <w:p w14:paraId="0E5E8F32" w14:textId="4BDFA3F5" w:rsidR="002551B0" w:rsidRPr="00B73DBA" w:rsidRDefault="00CF1C24" w:rsidP="00B73DBA">
      <w:pPr>
        <w:pStyle w:val="Pealkiri31"/>
        <w:tabs>
          <w:tab w:val="left" w:pos="567"/>
        </w:tabs>
        <w:spacing w:after="0" w:line="240" w:lineRule="auto"/>
        <w:ind w:left="0" w:firstLine="0"/>
        <w:jc w:val="both"/>
        <w:rPr>
          <w:rStyle w:val="normal1"/>
          <w:rFonts w:cs="Times New Roman"/>
          <w:szCs w:val="24"/>
        </w:rPr>
      </w:pPr>
      <w:r>
        <w:rPr>
          <w:rStyle w:val="normal1"/>
          <w:rFonts w:cs="Times New Roman"/>
          <w:szCs w:val="24"/>
        </w:rPr>
        <w:t>j</w:t>
      </w:r>
      <w:r w:rsidR="002551B0" w:rsidRPr="00622668">
        <w:rPr>
          <w:rStyle w:val="normal1"/>
          <w:rFonts w:cs="Times New Roman"/>
          <w:szCs w:val="24"/>
        </w:rPr>
        <w:t xml:space="preserve">älgima </w:t>
      </w:r>
      <w:r w:rsidR="001D027F" w:rsidRPr="001D027F">
        <w:rPr>
          <w:rStyle w:val="normal1"/>
          <w:rFonts w:cs="Times New Roman"/>
          <w:szCs w:val="24"/>
        </w:rPr>
        <w:t>Lemma OÜ</w:t>
      </w:r>
      <w:r w:rsidR="001D027F">
        <w:rPr>
          <w:rStyle w:val="normal1"/>
          <w:rFonts w:cs="Times New Roman"/>
          <w:szCs w:val="24"/>
        </w:rPr>
        <w:t xml:space="preserve"> poolt koostatud </w:t>
      </w:r>
      <w:r w:rsidR="00B82879" w:rsidRPr="00244ABB">
        <w:rPr>
          <w:rFonts w:ascii="Times New Roman" w:eastAsia="Times New Roman" w:hAnsi="Times New Roman" w:cs="Times New Roman"/>
          <w:sz w:val="24"/>
          <w:szCs w:val="24"/>
        </w:rPr>
        <w:t>keskkonnamõju eelhinnangus toodud meetmetega</w:t>
      </w:r>
      <w:r w:rsidR="00B73DBA">
        <w:rPr>
          <w:rStyle w:val="normal1"/>
          <w:rFonts w:cs="Times New Roman"/>
          <w:szCs w:val="24"/>
        </w:rPr>
        <w:t xml:space="preserve"> </w:t>
      </w:r>
      <w:r w:rsidR="00B73DBA" w:rsidRPr="00CF1C24">
        <w:rPr>
          <w:rStyle w:val="normal1"/>
          <w:rFonts w:cs="Times New Roman"/>
          <w:i/>
          <w:iCs/>
          <w:szCs w:val="24"/>
        </w:rPr>
        <w:t>(k</w:t>
      </w:r>
      <w:r w:rsidR="009A2E7E" w:rsidRPr="00CF1C24">
        <w:rPr>
          <w:rStyle w:val="normal1"/>
          <w:rFonts w:cs="Times New Roman"/>
          <w:i/>
          <w:iCs/>
          <w:szCs w:val="24"/>
        </w:rPr>
        <w:t>eskkonna</w:t>
      </w:r>
      <w:r w:rsidR="009A2E7E" w:rsidRPr="00B73DBA">
        <w:rPr>
          <w:rStyle w:val="normal1"/>
          <w:rFonts w:cs="Times New Roman"/>
          <w:i/>
          <w:iCs/>
          <w:szCs w:val="24"/>
        </w:rPr>
        <w:t xml:space="preserve"> alased eritingimused ja ajalised piirangud puuduvad</w:t>
      </w:r>
      <w:r w:rsidR="00B73DBA">
        <w:rPr>
          <w:rStyle w:val="normal1"/>
          <w:rFonts w:cs="Times New Roman"/>
          <w:i/>
          <w:iCs/>
          <w:szCs w:val="24"/>
        </w:rPr>
        <w:t>)</w:t>
      </w:r>
      <w:r w:rsidR="00494297">
        <w:rPr>
          <w:rStyle w:val="normal1"/>
          <w:rFonts w:cs="Times New Roman"/>
          <w:i/>
          <w:iCs/>
          <w:szCs w:val="24"/>
        </w:rPr>
        <w:t>;</w:t>
      </w:r>
    </w:p>
    <w:p w14:paraId="77AAC424" w14:textId="117402B7" w:rsidR="00705773" w:rsidRPr="0062266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244ABB">
        <w:rPr>
          <w:rFonts w:ascii="Times New Roman" w:hAnsi="Times New Roman" w:cs="Times New Roman"/>
          <w:sz w:val="24"/>
          <w:szCs w:val="24"/>
        </w:rPr>
        <w:t>teostama t</w:t>
      </w:r>
      <w:r w:rsidR="00705773" w:rsidRPr="00244ABB">
        <w:rPr>
          <w:rFonts w:ascii="Times New Roman" w:hAnsi="Times New Roman" w:cs="Times New Roman"/>
          <w:sz w:val="24"/>
          <w:szCs w:val="24"/>
        </w:rPr>
        <w:t xml:space="preserve">ööd, s.h projekti muutmisest </w:t>
      </w:r>
      <w:r w:rsidRPr="00244ABB">
        <w:rPr>
          <w:rFonts w:ascii="Times New Roman" w:hAnsi="Times New Roman" w:cs="Times New Roman"/>
          <w:sz w:val="24"/>
          <w:szCs w:val="24"/>
        </w:rPr>
        <w:t>tulenevad lisatööd, p</w:t>
      </w:r>
      <w:r w:rsidR="00705773" w:rsidRPr="00244ABB">
        <w:rPr>
          <w:rFonts w:ascii="Times New Roman" w:hAnsi="Times New Roman" w:cs="Times New Roman"/>
          <w:sz w:val="24"/>
          <w:szCs w:val="24"/>
        </w:rPr>
        <w:t>akkumises toodud hindadega, tähtaegselt ja k</w:t>
      </w:r>
      <w:r w:rsidRPr="00244ABB">
        <w:rPr>
          <w:rFonts w:ascii="Times New Roman" w:hAnsi="Times New Roman" w:cs="Times New Roman"/>
          <w:sz w:val="24"/>
          <w:szCs w:val="24"/>
        </w:rPr>
        <w:t>valiteetselt</w:t>
      </w:r>
      <w:r w:rsidRPr="00622668">
        <w:rPr>
          <w:rFonts w:ascii="Times New Roman" w:hAnsi="Times New Roman" w:cs="Times New Roman"/>
          <w:sz w:val="24"/>
          <w:szCs w:val="24"/>
        </w:rPr>
        <w:t xml:space="preserve"> ning informeerima t</w:t>
      </w:r>
      <w:r w:rsidR="00705773" w:rsidRPr="00622668">
        <w:rPr>
          <w:rFonts w:ascii="Times New Roman" w:hAnsi="Times New Roman" w:cs="Times New Roman"/>
          <w:sz w:val="24"/>
          <w:szCs w:val="24"/>
        </w:rPr>
        <w:t>ellijat tööde või lisatööde hilinemisest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22668">
        <w:rPr>
          <w:rFonts w:ascii="Times New Roman" w:hAnsi="Times New Roman" w:cs="Times New Roman"/>
          <w:sz w:val="24"/>
          <w:szCs w:val="24"/>
        </w:rPr>
        <w:t>järgima seaduste, eelkõige metsaseaduse, päästeseaduse ning töötervishoiu ja tööohutuse seaduse, samuti nende alusel</w:t>
      </w:r>
      <w:r w:rsidRPr="00BE1A4D">
        <w:rPr>
          <w:rFonts w:ascii="Times New Roman" w:hAnsi="Times New Roman" w:cs="Times New Roman"/>
          <w:sz w:val="24"/>
          <w:szCs w:val="24"/>
        </w:rPr>
        <w:t xml:space="preserve"> antud õigusaktide norme ja tegema kõik endast oleneva, et vältida metsa tervisliku seisundi halvenemist ja tuleohtu, samuti rakendama tehnoloogiaid ja tehnilisi vahendeid, mis ei kahjusta kasvavat metsa, pinnast ja ümbritsevat keskkonda; </w:t>
      </w:r>
    </w:p>
    <w:p w14:paraId="6ECE7970" w14:textId="64FCD2A5" w:rsidR="00705773"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ellijat oma sündmuskohal või selle läheduses asuva tööjõu ja tehnikaga</w:t>
      </w:r>
      <w:r w:rsidR="00494297">
        <w:rPr>
          <w:rFonts w:ascii="Times New Roman" w:hAnsi="Times New Roman" w:cs="Times New Roman"/>
          <w:sz w:val="24"/>
          <w:szCs w:val="24"/>
        </w:rPr>
        <w:t>;</w:t>
      </w:r>
    </w:p>
    <w:p w14:paraId="0215A192" w14:textId="77777777" w:rsidR="00705773" w:rsidRPr="00494297" w:rsidRDefault="00705773" w:rsidP="00494297">
      <w:pPr>
        <w:pStyle w:val="Pealkiri31"/>
        <w:tabs>
          <w:tab w:val="left" w:pos="567"/>
        </w:tabs>
        <w:spacing w:after="0" w:line="240" w:lineRule="auto"/>
        <w:ind w:left="0" w:firstLine="0"/>
        <w:jc w:val="both"/>
        <w:rPr>
          <w:rFonts w:ascii="Times New Roman" w:hAnsi="Times New Roman" w:cs="Times New Roman"/>
          <w:sz w:val="24"/>
          <w:szCs w:val="24"/>
        </w:rPr>
      </w:pPr>
      <w:r w:rsidRPr="00494297">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1DF2D0BF"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w:t>
      </w:r>
      <w:r w:rsidR="00494297">
        <w:rPr>
          <w:rFonts w:ascii="Times New Roman" w:hAnsi="Times New Roman" w:cs="Times New Roman"/>
          <w:sz w:val="24"/>
          <w:szCs w:val="24"/>
        </w:rPr>
        <w:t>1</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354EAE06" w14:textId="77777777" w:rsidR="00007125" w:rsidRPr="00CD01B9" w:rsidRDefault="00007125"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D2972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246ECF">
            <w:rPr>
              <w:rFonts w:ascii="Times New Roman" w:eastAsia="Calibri" w:hAnsi="Times New Roman" w:cs="Times New Roman"/>
              <w:sz w:val="24"/>
              <w:szCs w:val="24"/>
            </w:rPr>
            <w:t>1.0</w:t>
          </w:r>
          <w:r w:rsidR="00CB0643">
            <w:rPr>
              <w:rFonts w:ascii="Times New Roman" w:eastAsia="Calibri" w:hAnsi="Times New Roman" w:cs="Times New Roman"/>
              <w:sz w:val="24"/>
              <w:szCs w:val="24"/>
            </w:rPr>
            <w:t>9</w:t>
          </w:r>
          <w:r w:rsidR="00246ECF">
            <w:rPr>
              <w:rFonts w:ascii="Times New Roman" w:eastAsia="Calibri" w:hAnsi="Times New Roman" w:cs="Times New Roman"/>
              <w:sz w:val="24"/>
              <w:szCs w:val="24"/>
            </w:rPr>
            <w:t>.2023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590E52E8"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0-01T00:00:00Z">
            <w:dateFormat w:val="d.MM.yyyy"/>
            <w:lid w:val="et-EE"/>
            <w:storeMappedDataAs w:val="dateTime"/>
            <w:calendar w:val="gregorian"/>
          </w:date>
        </w:sdtPr>
        <w:sdtContent>
          <w:r w:rsidR="00246ECF">
            <w:rPr>
              <w:rFonts w:ascii="Times New Roman" w:eastAsia="Calibri" w:hAnsi="Times New Roman" w:cs="Times New Roman"/>
              <w:sz w:val="24"/>
              <w:szCs w:val="24"/>
            </w:rPr>
            <w:t>1.</w:t>
          </w:r>
          <w:r w:rsidR="00654D7F">
            <w:rPr>
              <w:rFonts w:ascii="Times New Roman" w:eastAsia="Calibri" w:hAnsi="Times New Roman" w:cs="Times New Roman"/>
              <w:sz w:val="24"/>
              <w:szCs w:val="24"/>
            </w:rPr>
            <w:t>1</w:t>
          </w:r>
          <w:r w:rsidR="00246ECF">
            <w:rPr>
              <w:rFonts w:ascii="Times New Roman" w:eastAsia="Calibri" w:hAnsi="Times New Roman" w:cs="Times New Roman"/>
              <w:sz w:val="24"/>
              <w:szCs w:val="24"/>
            </w:rPr>
            <w:t>0.2023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5A1C2E6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6D794C">
        <w:rPr>
          <w:rFonts w:ascii="Times New Roman" w:hAnsi="Times New Roman" w:cs="Times New Roman"/>
          <w:sz w:val="24"/>
          <w:szCs w:val="24"/>
        </w:rPr>
        <w:t xml:space="preserve">Transpordiameti </w:t>
      </w:r>
      <w:r w:rsidR="00687F15">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5F75B9A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6D794C">
        <w:rPr>
          <w:rFonts w:ascii="Times New Roman" w:hAnsi="Times New Roman" w:cs="Times New Roman"/>
          <w:sz w:val="24"/>
          <w:szCs w:val="24"/>
        </w:rPr>
        <w:t>Transpordiameti</w:t>
      </w:r>
      <w:r w:rsidR="00687F15">
        <w:rPr>
          <w:rFonts w:ascii="Times New Roman" w:hAnsi="Times New Roman" w:cs="Times New Roman"/>
          <w:sz w:val="24"/>
          <w:szCs w:val="24"/>
        </w:rPr>
        <w:t xml:space="preserve"> ja Tellija</w:t>
      </w:r>
      <w:r w:rsidR="006D794C">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908B1EB"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E73F85" w:rsidRPr="00420CC1">
        <w:rPr>
          <w:rFonts w:ascii="Times New Roman" w:eastAsia="Times New Roman" w:hAnsi="Times New Roman" w:cs="Times New Roman"/>
          <w:sz w:val="24"/>
          <w:szCs w:val="24"/>
        </w:rPr>
        <w:t xml:space="preserve">Romet Riiman tel: 526 1698, e-post: </w:t>
      </w:r>
      <w:hyperlink r:id="rId11" w:history="1">
        <w:r w:rsidR="00E73F85" w:rsidRPr="007812B0">
          <w:rPr>
            <w:rStyle w:val="Hperlink"/>
            <w:rFonts w:ascii="Times New Roman" w:eastAsia="Times New Roman" w:hAnsi="Times New Roman" w:cs="Times New Roman"/>
            <w:sz w:val="24"/>
            <w:szCs w:val="24"/>
          </w:rPr>
          <w:t>romet.riiman@rmk.ee</w:t>
        </w:r>
      </w:hyperlink>
      <w:r w:rsidR="00E73F85">
        <w:rPr>
          <w:rFonts w:ascii="Times New Roman" w:eastAsia="Times New Roman" w:hAnsi="Times New Roman" w:cs="Times New Roman"/>
          <w:sz w:val="24"/>
          <w:szCs w:val="24"/>
        </w:rPr>
        <w:t>.</w:t>
      </w:r>
      <w:r w:rsidR="000B5522">
        <w:rPr>
          <w:rFonts w:ascii="Times New Roman" w:eastAsia="Times New Roman" w:hAnsi="Times New Roman" w:cs="Times New Roman"/>
          <w:sz w:val="24"/>
          <w:szCs w:val="24"/>
        </w:rPr>
        <w:t xml:space="preserve"> </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2784F60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 xml:space="preserve">te rohkem, kui </w:t>
      </w:r>
      <w:r w:rsidR="009A41B4">
        <w:rPr>
          <w:rFonts w:ascii="Times New Roman" w:hAnsi="Times New Roman" w:cs="Times New Roman"/>
          <w:sz w:val="24"/>
          <w:szCs w:val="24"/>
        </w:rPr>
        <w:t>5</w:t>
      </w:r>
      <w:r w:rsidR="00591DCC">
        <w:rPr>
          <w:rFonts w:ascii="Times New Roman" w:hAnsi="Times New Roman" w:cs="Times New Roman"/>
          <w:sz w:val="24"/>
          <w:szCs w:val="24"/>
        </w:rPr>
        <w:t xml:space="preserve"> (</w:t>
      </w:r>
      <w:r w:rsidR="009A41B4">
        <w:rPr>
          <w:rFonts w:ascii="Times New Roman" w:hAnsi="Times New Roman" w:cs="Times New Roman"/>
          <w:sz w:val="24"/>
          <w:szCs w:val="24"/>
        </w:rPr>
        <w:t>viis</w:t>
      </w:r>
      <w:r w:rsidR="00591DCC">
        <w:rPr>
          <w:rFonts w:ascii="Times New Roman" w:hAnsi="Times New Roman" w:cs="Times New Roman"/>
          <w:sz w:val="24"/>
          <w:szCs w:val="24"/>
        </w:rPr>
        <w:t>)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5AA1B77B" w:rsidR="00705773" w:rsidRDefault="00DD49A5" w:rsidP="00177B2A">
            <w:pPr>
              <w:jc w:val="both"/>
              <w:rPr>
                <w:sz w:val="24"/>
                <w:szCs w:val="24"/>
              </w:rPr>
            </w:pPr>
            <w:r>
              <w:rPr>
                <w:sz w:val="24"/>
                <w:szCs w:val="24"/>
              </w:rPr>
              <w:t xml:space="preserve">Mõisa/3 </w:t>
            </w:r>
            <w:r w:rsidR="0066511C">
              <w:rPr>
                <w:sz w:val="24"/>
                <w:szCs w:val="24"/>
              </w:rPr>
              <w:t xml:space="preserve">Sagadi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B37A4E9" w14:textId="77777777" w:rsidR="00930EE6" w:rsidRPr="0050772E" w:rsidRDefault="00930EE6" w:rsidP="00930EE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27EBF9427B3B4A1681FC5581EA2034CE"/>
          </w:placeholder>
          <w:showingPlcHdr/>
          <w:dataBinding w:prefixMappings="xmlns:ns0='http://schemas.openxmlformats.org/officeDocument/2006/extended-properties' " w:xpath="/ns0:Properties[1]/ns0:Company[1]" w:storeItemID="{6668398D-A668-4E3E-A5EB-62B293D839F1}"/>
          <w:text/>
        </w:sdt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1E9B8AAC11C34DF9BFD4BC0B516ED4E6"/>
          </w:placeholder>
          <w:showingPlcHdr/>
          <w:date w:fullDate="2023-02-09T00:00:00Z">
            <w:dateFormat w:val="d.MM.yyyy"/>
            <w:lid w:val="et-EE"/>
            <w:storeMappedDataAs w:val="dateTime"/>
            <w:calendar w:val="gregorian"/>
          </w:date>
        </w:sdt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2"/>
    </w:p>
    <w:p w14:paraId="70BE2CF3" w14:textId="77777777" w:rsidR="00930EE6" w:rsidRPr="00FE2065" w:rsidRDefault="00930EE6" w:rsidP="00930EE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4ACF49DB" w14:textId="77777777" w:rsidR="00930EE6" w:rsidRPr="00FE2065" w:rsidRDefault="00930EE6" w:rsidP="00930EE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D513FD6" w14:textId="77777777" w:rsidR="00930EE6" w:rsidRPr="00FE2065" w:rsidRDefault="00930EE6" w:rsidP="00930EE6">
      <w:pPr>
        <w:spacing w:after="0" w:line="240" w:lineRule="auto"/>
        <w:jc w:val="both"/>
        <w:rPr>
          <w:rFonts w:ascii="Times New Roman" w:hAnsi="Times New Roman" w:cs="Times New Roman"/>
          <w:sz w:val="24"/>
          <w:szCs w:val="24"/>
        </w:rPr>
      </w:pPr>
    </w:p>
    <w:p w14:paraId="010AB017" w14:textId="77777777" w:rsidR="00930EE6" w:rsidRPr="00FE2065" w:rsidRDefault="00930EE6" w:rsidP="00930EE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7A6FF2F4B410459294D12A62398CEA7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2AC6C4B9A42741178BDA274F594E37F0"/>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2121071" w14:textId="77777777" w:rsidR="00930EE6" w:rsidRPr="00FE2065" w:rsidRDefault="00930EE6" w:rsidP="00930EE6">
      <w:pPr>
        <w:spacing w:after="0" w:line="240" w:lineRule="auto"/>
        <w:jc w:val="both"/>
        <w:rPr>
          <w:rFonts w:ascii="Times New Roman" w:hAnsi="Times New Roman" w:cs="Times New Roman"/>
          <w:b/>
          <w:color w:val="000000" w:themeColor="text1"/>
          <w:sz w:val="24"/>
          <w:szCs w:val="24"/>
        </w:rPr>
      </w:pPr>
    </w:p>
    <w:p w14:paraId="5A0D675D" w14:textId="77777777" w:rsidR="00930EE6" w:rsidRPr="00FE2065" w:rsidRDefault="00930EE6" w:rsidP="00930EE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4F43357C" w14:textId="77777777" w:rsidR="00930EE6" w:rsidRPr="00FE2065" w:rsidRDefault="00930EE6" w:rsidP="00930EE6">
      <w:pPr>
        <w:spacing w:after="0" w:line="240" w:lineRule="auto"/>
        <w:jc w:val="both"/>
        <w:rPr>
          <w:rFonts w:ascii="Times New Roman" w:hAnsi="Times New Roman" w:cs="Times New Roman"/>
          <w:sz w:val="24"/>
          <w:szCs w:val="24"/>
        </w:rPr>
      </w:pPr>
    </w:p>
    <w:p w14:paraId="6067BE58"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06FE302E"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08B120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523E7A2B"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1E19A3D"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06E6EF1B"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46F8339"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250A063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0C9C292C"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5DE4264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149D0221"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6677664"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2A35C25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6B6CEED9"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4D13EEF8"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10C38EE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94E7349"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11A98DE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30B60E0B"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53459323"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2F2A8912"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DD94BD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643F117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628E732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0DE36B7E"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689F849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4AAE30BA"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17903F4B"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13D8CD0E"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F3F5D63"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CEE8DDC"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26C5042B"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F3DB7E4"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2DC4909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8EC37A3"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491F644C"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545789A8"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D48C7E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2C29A28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544D55C2"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35DFD436"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66DCE233"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2DE9C6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712358D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7413EAC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B22907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380CD35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5F1372BC"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08258BDD"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2373508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19E57AE7"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3A8AF4F" w14:textId="77777777" w:rsidR="00930EE6" w:rsidRPr="00FE2065" w:rsidRDefault="00930EE6" w:rsidP="00930EE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495A36CD" w14:textId="77777777" w:rsidR="00930EE6" w:rsidRDefault="00930EE6" w:rsidP="00930EE6">
      <w:pPr>
        <w:spacing w:after="0" w:line="240" w:lineRule="auto"/>
        <w:jc w:val="both"/>
        <w:outlineLvl w:val="0"/>
        <w:rPr>
          <w:rFonts w:ascii="Times New Roman" w:hAnsi="Times New Roman" w:cs="Times New Roman"/>
          <w:b/>
          <w:sz w:val="24"/>
          <w:szCs w:val="24"/>
        </w:rPr>
      </w:pPr>
    </w:p>
    <w:p w14:paraId="24F52CCB" w14:textId="77777777" w:rsidR="00930EE6" w:rsidRPr="00FE2065" w:rsidRDefault="00930EE6" w:rsidP="00930EE6">
      <w:pPr>
        <w:spacing w:after="0" w:line="240" w:lineRule="auto"/>
        <w:jc w:val="both"/>
        <w:outlineLvl w:val="0"/>
        <w:rPr>
          <w:rFonts w:ascii="Times New Roman" w:hAnsi="Times New Roman" w:cs="Times New Roman"/>
          <w:b/>
          <w:sz w:val="24"/>
          <w:szCs w:val="24"/>
        </w:rPr>
      </w:pPr>
    </w:p>
    <w:p w14:paraId="6CC424CF" w14:textId="77777777" w:rsidR="00930EE6" w:rsidRPr="00FE2065" w:rsidRDefault="00930EE6" w:rsidP="00930EE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BC51AD3" w14:textId="77777777" w:rsidR="00930EE6" w:rsidRPr="00FE2065" w:rsidRDefault="00930EE6" w:rsidP="00930EE6">
      <w:pPr>
        <w:spacing w:after="0" w:line="240" w:lineRule="auto"/>
        <w:jc w:val="both"/>
        <w:rPr>
          <w:rFonts w:ascii="Times New Roman" w:hAnsi="Times New Roman" w:cs="Times New Roman"/>
          <w:sz w:val="24"/>
          <w:szCs w:val="24"/>
        </w:rPr>
      </w:pPr>
    </w:p>
    <w:p w14:paraId="13A2F3C9" w14:textId="77777777" w:rsidR="00930EE6" w:rsidRPr="00FE2065" w:rsidRDefault="00930EE6" w:rsidP="00930EE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930EE6" w14:paraId="465F1947" w14:textId="77777777" w:rsidTr="00302775">
        <w:tc>
          <w:tcPr>
            <w:tcW w:w="4606" w:type="dxa"/>
          </w:tcPr>
          <w:p w14:paraId="6D6F2568" w14:textId="77777777" w:rsidR="00930EE6" w:rsidRDefault="00930EE6" w:rsidP="00302775">
            <w:pPr>
              <w:jc w:val="both"/>
            </w:pPr>
          </w:p>
        </w:tc>
        <w:tc>
          <w:tcPr>
            <w:tcW w:w="4606" w:type="dxa"/>
          </w:tcPr>
          <w:p w14:paraId="5BFAFA3F" w14:textId="77777777" w:rsidR="00930EE6" w:rsidRDefault="00930EE6" w:rsidP="00302775">
            <w:pPr>
              <w:jc w:val="both"/>
            </w:pPr>
          </w:p>
        </w:tc>
      </w:tr>
      <w:tr w:rsidR="00930EE6" w14:paraId="5211B1E8" w14:textId="77777777" w:rsidTr="00302775">
        <w:tc>
          <w:tcPr>
            <w:tcW w:w="4606" w:type="dxa"/>
          </w:tcPr>
          <w:p w14:paraId="4959A331" w14:textId="77777777" w:rsidR="00930EE6" w:rsidRPr="002C6717" w:rsidRDefault="00000000" w:rsidP="00302775">
            <w:pPr>
              <w:jc w:val="both"/>
              <w:rPr>
                <w:sz w:val="24"/>
                <w:szCs w:val="24"/>
              </w:rPr>
            </w:pPr>
            <w:sdt>
              <w:sdtPr>
                <w:rPr>
                  <w:sz w:val="24"/>
                  <w:szCs w:val="24"/>
                </w:rPr>
                <w:id w:val="1096833988"/>
                <w:placeholder>
                  <w:docPart w:val="EB0C4CEB72024B49A8C1809809E401C1"/>
                </w:placeholder>
                <w:comboBox>
                  <w:listItem w:displayText=" " w:value=" "/>
                  <w:listItem w:displayText="(allkirjastatud digitaalselt)" w:value="(allkirjastatud digitaalselt)"/>
                </w:comboBox>
              </w:sdtPr>
              <w:sdtContent>
                <w:r w:rsidR="00930EE6">
                  <w:rPr>
                    <w:sz w:val="24"/>
                    <w:szCs w:val="24"/>
                  </w:rPr>
                  <w:t>(allkirjastatud digitaalselt)</w:t>
                </w:r>
              </w:sdtContent>
            </w:sdt>
          </w:p>
        </w:tc>
        <w:tc>
          <w:tcPr>
            <w:tcW w:w="4606" w:type="dxa"/>
          </w:tcPr>
          <w:p w14:paraId="0ED665F2" w14:textId="77777777" w:rsidR="00930EE6" w:rsidRPr="002C6717" w:rsidRDefault="00000000" w:rsidP="00302775">
            <w:pPr>
              <w:jc w:val="both"/>
              <w:rPr>
                <w:sz w:val="24"/>
                <w:szCs w:val="24"/>
              </w:rPr>
            </w:pPr>
            <w:sdt>
              <w:sdtPr>
                <w:rPr>
                  <w:sz w:val="24"/>
                  <w:szCs w:val="24"/>
                </w:rPr>
                <w:id w:val="-992566896"/>
                <w:placeholder>
                  <w:docPart w:val="6AFB28BD19C346AAB23D1DF9D3710AD1"/>
                </w:placeholder>
                <w:comboBox>
                  <w:listItem w:displayText=" " w:value=" "/>
                  <w:listItem w:displayText="(allkirjastatud digitaalselt)" w:value="(allkirjastatud digitaalselt)"/>
                </w:comboBox>
              </w:sdtPr>
              <w:sdtContent>
                <w:r w:rsidR="00930EE6">
                  <w:rPr>
                    <w:sz w:val="24"/>
                    <w:szCs w:val="24"/>
                  </w:rPr>
                  <w:t>(allkirjastatud digitaalselt)</w:t>
                </w:r>
              </w:sdtContent>
            </w:sdt>
          </w:p>
        </w:tc>
      </w:tr>
      <w:tr w:rsidR="00930EE6" w14:paraId="595B6F4E" w14:textId="77777777" w:rsidTr="00302775">
        <w:tc>
          <w:tcPr>
            <w:tcW w:w="4606" w:type="dxa"/>
          </w:tcPr>
          <w:p w14:paraId="0BE2E594" w14:textId="77777777" w:rsidR="00930EE6" w:rsidRPr="002C6717" w:rsidRDefault="00930EE6" w:rsidP="00302775">
            <w:pPr>
              <w:jc w:val="both"/>
              <w:rPr>
                <w:sz w:val="24"/>
                <w:szCs w:val="24"/>
              </w:rPr>
            </w:pPr>
          </w:p>
        </w:tc>
        <w:tc>
          <w:tcPr>
            <w:tcW w:w="4606" w:type="dxa"/>
          </w:tcPr>
          <w:p w14:paraId="1A8E1F82" w14:textId="77777777" w:rsidR="00930EE6" w:rsidRPr="002C6717" w:rsidRDefault="00930EE6" w:rsidP="00302775">
            <w:pPr>
              <w:jc w:val="both"/>
              <w:rPr>
                <w:sz w:val="24"/>
                <w:szCs w:val="24"/>
              </w:rPr>
            </w:pPr>
          </w:p>
        </w:tc>
      </w:tr>
      <w:tr w:rsidR="00930EE6" w14:paraId="439D0DA1" w14:textId="77777777" w:rsidTr="00302775">
        <w:tc>
          <w:tcPr>
            <w:tcW w:w="4606" w:type="dxa"/>
          </w:tcPr>
          <w:p w14:paraId="23C9DC34" w14:textId="77777777" w:rsidR="00930EE6" w:rsidRPr="002C6717" w:rsidRDefault="00930EE6" w:rsidP="00302775">
            <w:pPr>
              <w:jc w:val="both"/>
              <w:rPr>
                <w:sz w:val="24"/>
                <w:szCs w:val="24"/>
              </w:rPr>
            </w:pPr>
            <w:r w:rsidRPr="00240C3D">
              <w:rPr>
                <w:sz w:val="24"/>
                <w:szCs w:val="24"/>
                <w:lang w:eastAsia="en-US"/>
              </w:rPr>
              <w:t>Margus Reimann</w:t>
            </w:r>
          </w:p>
        </w:tc>
        <w:tc>
          <w:tcPr>
            <w:tcW w:w="4606" w:type="dxa"/>
          </w:tcPr>
          <w:p w14:paraId="12117AB4" w14:textId="77777777" w:rsidR="00930EE6" w:rsidRPr="002C6717" w:rsidRDefault="00930EE6" w:rsidP="00302775">
            <w:pPr>
              <w:jc w:val="both"/>
              <w:rPr>
                <w:sz w:val="24"/>
                <w:szCs w:val="24"/>
              </w:rPr>
            </w:pPr>
            <w:r>
              <w:rPr>
                <w:sz w:val="24"/>
                <w:szCs w:val="24"/>
              </w:rPr>
              <w:t>……………………..</w:t>
            </w:r>
          </w:p>
        </w:tc>
      </w:tr>
    </w:tbl>
    <w:p w14:paraId="7B20A2D7" w14:textId="77777777" w:rsidR="00930EE6" w:rsidRDefault="00930EE6" w:rsidP="00930EE6">
      <w:pPr>
        <w:rPr>
          <w:rFonts w:ascii="Times New Roman" w:hAnsi="Times New Roman" w:cs="Times New Roman"/>
          <w:sz w:val="24"/>
          <w:szCs w:val="24"/>
        </w:rPr>
      </w:pPr>
      <w:r>
        <w:rPr>
          <w:rFonts w:ascii="Times New Roman" w:hAnsi="Times New Roman" w:cs="Times New Roman"/>
          <w:sz w:val="24"/>
          <w:szCs w:val="24"/>
        </w:rPr>
        <w:br w:type="page"/>
      </w:r>
    </w:p>
    <w:p w14:paraId="2E140BA4" w14:textId="77777777" w:rsidR="00930EE6" w:rsidRPr="0050772E" w:rsidRDefault="00930EE6" w:rsidP="00930EE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AD6E1041BB394CCDBD0B0ADD101DCB01"/>
          </w:placeholder>
          <w:showingPlcHdr/>
          <w:dataBinding w:prefixMappings="xmlns:ns0='http://schemas.openxmlformats.org/officeDocument/2006/extended-properties' " w:xpath="/ns0:Properties[1]/ns0:Company[1]" w:storeItemID="{6668398D-A668-4E3E-A5EB-62B293D839F1}"/>
          <w:text/>
        </w:sdt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23790C9AB7FD4573B4028C79C8E45D53"/>
          </w:placeholder>
          <w:showingPlcHdr/>
          <w:date w:fullDate="2023-02-09T00:00:00Z">
            <w:dateFormat w:val="d.MM.yyyy"/>
            <w:lid w:val="et-EE"/>
            <w:storeMappedDataAs w:val="dateTime"/>
            <w:calendar w:val="gregorian"/>
          </w:date>
        </w:sdt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20F5E08" w14:textId="77777777" w:rsidR="00930EE6" w:rsidRPr="003F3A57" w:rsidRDefault="00930EE6" w:rsidP="00930EE6">
      <w:pPr>
        <w:spacing w:after="0" w:line="360" w:lineRule="auto"/>
        <w:jc w:val="both"/>
        <w:rPr>
          <w:rFonts w:ascii="Times New Roman" w:eastAsia="Calibri" w:hAnsi="Times New Roman" w:cs="Times New Roman"/>
          <w:color w:val="000000"/>
          <w:sz w:val="24"/>
        </w:rPr>
      </w:pPr>
    </w:p>
    <w:p w14:paraId="32972F60" w14:textId="77777777" w:rsidR="00930EE6" w:rsidRPr="003F3A57" w:rsidRDefault="00930EE6" w:rsidP="00930EE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D0140E0" w14:textId="77777777" w:rsidR="00930EE6" w:rsidRDefault="00930EE6" w:rsidP="00930EE6">
      <w:pPr>
        <w:spacing w:after="0" w:line="360" w:lineRule="auto"/>
        <w:jc w:val="both"/>
        <w:rPr>
          <w:rFonts w:ascii="Times New Roman" w:eastAsia="Calibri" w:hAnsi="Times New Roman" w:cs="Times New Roman"/>
          <w:color w:val="000000"/>
          <w:sz w:val="24"/>
        </w:rPr>
      </w:pPr>
    </w:p>
    <w:p w14:paraId="6422CAC2" w14:textId="77777777" w:rsidR="00930EE6" w:rsidRPr="003F3A57" w:rsidRDefault="00930EE6" w:rsidP="00930EE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25C95835" w14:textId="77777777" w:rsidR="00930EE6" w:rsidRPr="003F3A57" w:rsidRDefault="00930EE6" w:rsidP="00930EE6">
      <w:pPr>
        <w:spacing w:after="0" w:line="360" w:lineRule="auto"/>
        <w:jc w:val="both"/>
        <w:rPr>
          <w:rFonts w:ascii="Times New Roman" w:eastAsia="Calibri" w:hAnsi="Times New Roman" w:cs="Times New Roman"/>
          <w:color w:val="000000"/>
          <w:sz w:val="24"/>
        </w:rPr>
      </w:pPr>
    </w:p>
    <w:p w14:paraId="3849BA07"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7F727109"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646765F2"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1B977E00AAAF4214997ADDD947F0F49E"/>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6DBEE288"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4F0571A4" w14:textId="77777777" w:rsidR="00930EE6" w:rsidRPr="003F3A57" w:rsidRDefault="00930EE6" w:rsidP="00930EE6">
      <w:pPr>
        <w:spacing w:after="240" w:line="240" w:lineRule="auto"/>
        <w:ind w:left="-6"/>
        <w:jc w:val="both"/>
        <w:rPr>
          <w:rFonts w:ascii="Times New Roman" w:eastAsia="Calibri" w:hAnsi="Times New Roman" w:cs="Times New Roman"/>
          <w:color w:val="000000"/>
          <w:sz w:val="24"/>
        </w:rPr>
      </w:pPr>
    </w:p>
    <w:p w14:paraId="1EE592B2"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83982A4"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155AE77"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F12B963"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C5EE09D"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7EDB9736"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4944EAF4" w14:textId="77777777" w:rsidR="00930EE6" w:rsidRPr="003F3A57" w:rsidRDefault="00930EE6" w:rsidP="00930EE6">
      <w:pPr>
        <w:spacing w:after="240" w:line="240" w:lineRule="auto"/>
        <w:ind w:left="-6"/>
        <w:jc w:val="both"/>
        <w:rPr>
          <w:rFonts w:ascii="Times New Roman" w:eastAsia="Calibri" w:hAnsi="Times New Roman" w:cs="Times New Roman"/>
          <w:color w:val="000000"/>
          <w:sz w:val="24"/>
        </w:rPr>
      </w:pPr>
    </w:p>
    <w:p w14:paraId="73F661B0"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4E0E8EFA"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8FF858"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7137148B"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91C0AC2"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73D5B4D3"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887089F"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F62B346" w14:textId="77777777" w:rsidR="00930EE6" w:rsidRPr="003F3A57" w:rsidRDefault="00930EE6" w:rsidP="00930EE6">
      <w:pPr>
        <w:numPr>
          <w:ilvl w:val="2"/>
          <w:numId w:val="12"/>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28845368" w14:textId="77777777" w:rsidR="00930EE6" w:rsidRPr="003F3A57" w:rsidRDefault="00930EE6" w:rsidP="00930EE6">
      <w:pPr>
        <w:spacing w:after="240" w:line="240" w:lineRule="auto"/>
        <w:jc w:val="both"/>
        <w:rPr>
          <w:rFonts w:ascii="Times New Roman" w:eastAsia="Calibri" w:hAnsi="Times New Roman" w:cs="Times New Roman"/>
          <w:color w:val="000000"/>
          <w:sz w:val="24"/>
        </w:rPr>
      </w:pPr>
    </w:p>
    <w:p w14:paraId="7780817D"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17F487E8"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1B0E8D8D"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8590B87"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2B1C0174"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C707696"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31824238"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6D331D35" w14:textId="77777777" w:rsidR="00930EE6" w:rsidRPr="003F3A57" w:rsidRDefault="00930EE6" w:rsidP="00930EE6">
      <w:pPr>
        <w:spacing w:after="240" w:line="240" w:lineRule="auto"/>
        <w:ind w:left="-6"/>
        <w:jc w:val="both"/>
        <w:rPr>
          <w:rFonts w:ascii="Times New Roman" w:eastAsia="Calibri" w:hAnsi="Times New Roman" w:cs="Times New Roman"/>
          <w:color w:val="000000"/>
          <w:sz w:val="24"/>
        </w:rPr>
      </w:pPr>
    </w:p>
    <w:p w14:paraId="5CF4634D"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692744A"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5B840343"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727E0D02"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68C6069A"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FF82BF9"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3EBBA3C2"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3F861B13"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p>
    <w:p w14:paraId="16C97A54"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4A669480"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p>
    <w:p w14:paraId="5C5BBDE0"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4690303D" w14:textId="77777777" w:rsidR="00930EE6" w:rsidRPr="003F3A57" w:rsidRDefault="00930EE6" w:rsidP="00930EE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855E2B221CC4CEB902110F712D3667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24976349" w14:textId="77777777" w:rsidR="00930EE6" w:rsidRPr="003F3A57" w:rsidRDefault="00930EE6" w:rsidP="00930EE6">
      <w:pPr>
        <w:spacing w:after="0" w:line="360" w:lineRule="auto"/>
        <w:jc w:val="both"/>
        <w:rPr>
          <w:rFonts w:ascii="Times New Roman" w:eastAsia="Calibri" w:hAnsi="Times New Roman" w:cs="Times New Roman"/>
          <w:color w:val="000000"/>
          <w:sz w:val="24"/>
        </w:rPr>
      </w:pPr>
    </w:p>
    <w:p w14:paraId="5EC8BA2A" w14:textId="77777777" w:rsidR="00930EE6" w:rsidRPr="003F3A57" w:rsidRDefault="00000000" w:rsidP="00930EE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85C1137534CD4FDB93FED8C0001C5E60"/>
          </w:placeholder>
          <w:comboBox>
            <w:listItem w:displayText=" " w:value=" "/>
            <w:listItem w:displayText="(allkirjastatud digitaalselt)" w:value="(allkirjastatud digitaalselt)"/>
          </w:comboBox>
        </w:sdtPr>
        <w:sdtContent>
          <w:r w:rsidR="00930EE6">
            <w:rPr>
              <w:rFonts w:ascii="Times New Roman" w:eastAsia="Calibri" w:hAnsi="Times New Roman" w:cs="Times New Roman"/>
              <w:b/>
              <w:color w:val="000000"/>
              <w:sz w:val="24"/>
            </w:rPr>
            <w:t>(allkirjastatud digitaalselt)</w:t>
          </w:r>
        </w:sdtContent>
      </w:sdt>
      <w:r w:rsidR="00930EE6" w:rsidRPr="003F3A57">
        <w:rPr>
          <w:rFonts w:ascii="Times New Roman" w:eastAsia="Calibri" w:hAnsi="Times New Roman" w:cs="Times New Roman"/>
          <w:b/>
          <w:color w:val="000000"/>
          <w:sz w:val="24"/>
        </w:rPr>
        <w:tab/>
      </w:r>
      <w:r w:rsidR="00930EE6" w:rsidRPr="003F3A57">
        <w:rPr>
          <w:rFonts w:ascii="Times New Roman" w:eastAsia="Calibri" w:hAnsi="Times New Roman" w:cs="Times New Roman"/>
          <w:b/>
          <w:color w:val="000000"/>
          <w:sz w:val="24"/>
        </w:rPr>
        <w:tab/>
      </w:r>
      <w:r w:rsidR="00930EE6" w:rsidRPr="003F3A57">
        <w:rPr>
          <w:rFonts w:ascii="Times New Roman" w:eastAsia="Calibri" w:hAnsi="Times New Roman" w:cs="Times New Roman"/>
          <w:b/>
          <w:color w:val="000000"/>
          <w:sz w:val="24"/>
        </w:rPr>
        <w:tab/>
      </w:r>
      <w:r w:rsidR="00930EE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CB2C9AE012C64D18B9A1A465BC810817"/>
          </w:placeholder>
          <w:comboBox>
            <w:listItem w:displayText=" " w:value=" "/>
            <w:listItem w:displayText="(allkirjastatud digitaalselt)" w:value="(allkirjastatud digitaalselt)"/>
          </w:comboBox>
        </w:sdtPr>
        <w:sdtContent>
          <w:r w:rsidR="00930EE6">
            <w:rPr>
              <w:rFonts w:ascii="Times New Roman" w:eastAsia="Calibri" w:hAnsi="Times New Roman" w:cs="Times New Roman"/>
              <w:b/>
              <w:color w:val="000000"/>
              <w:sz w:val="24"/>
            </w:rPr>
            <w:t>(allkirjastatud digitaalselt)</w:t>
          </w:r>
        </w:sdtContent>
      </w:sdt>
      <w:r w:rsidR="00930EE6" w:rsidRPr="003F3A57">
        <w:rPr>
          <w:rFonts w:ascii="Times New Roman" w:eastAsia="Calibri" w:hAnsi="Times New Roman" w:cs="Times New Roman"/>
          <w:b/>
          <w:color w:val="000000"/>
          <w:sz w:val="24"/>
        </w:rPr>
        <w:tab/>
      </w:r>
    </w:p>
    <w:p w14:paraId="559AC482" w14:textId="77777777" w:rsidR="00930EE6" w:rsidRPr="003F3A57" w:rsidRDefault="00930EE6" w:rsidP="00930EE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930EE6" w14:paraId="45356B62" w14:textId="77777777" w:rsidTr="00302775">
        <w:tc>
          <w:tcPr>
            <w:tcW w:w="4822" w:type="dxa"/>
          </w:tcPr>
          <w:p w14:paraId="2D71949B" w14:textId="77777777" w:rsidR="00930EE6" w:rsidRPr="00FE2065" w:rsidRDefault="00930EE6" w:rsidP="00302775">
            <w:pPr>
              <w:jc w:val="both"/>
              <w:rPr>
                <w:sz w:val="24"/>
                <w:szCs w:val="24"/>
              </w:rPr>
            </w:pPr>
            <w:r w:rsidRPr="00240C3D">
              <w:rPr>
                <w:sz w:val="24"/>
                <w:szCs w:val="24"/>
                <w:lang w:eastAsia="en-US"/>
              </w:rPr>
              <w:t>Margus Reimann</w:t>
            </w:r>
          </w:p>
        </w:tc>
        <w:tc>
          <w:tcPr>
            <w:tcW w:w="4250" w:type="dxa"/>
          </w:tcPr>
          <w:p w14:paraId="795ECEEE" w14:textId="77777777" w:rsidR="00930EE6" w:rsidRPr="00FE2065" w:rsidRDefault="00930EE6" w:rsidP="00302775">
            <w:pPr>
              <w:jc w:val="both"/>
              <w:rPr>
                <w:sz w:val="24"/>
                <w:szCs w:val="24"/>
              </w:rPr>
            </w:pPr>
            <w:r>
              <w:rPr>
                <w:sz w:val="24"/>
                <w:szCs w:val="24"/>
              </w:rPr>
              <w:t>………………</w:t>
            </w:r>
          </w:p>
        </w:tc>
      </w:tr>
    </w:tbl>
    <w:p w14:paraId="2D65703C" w14:textId="77777777" w:rsidR="00930EE6" w:rsidRPr="00FE2065" w:rsidRDefault="00930EE6" w:rsidP="00930EE6">
      <w:pPr>
        <w:rPr>
          <w:rFonts w:ascii="Times New Roman" w:hAnsi="Times New Roman" w:cs="Times New Roman"/>
          <w:sz w:val="24"/>
          <w:szCs w:val="24"/>
        </w:rPr>
      </w:pPr>
    </w:p>
    <w:p w14:paraId="26E8B118" w14:textId="77777777" w:rsidR="00B83DC5" w:rsidRPr="00FE2065" w:rsidRDefault="00B83DC5" w:rsidP="00930EE6">
      <w:pPr>
        <w:spacing w:line="240" w:lineRule="auto"/>
        <w:ind w:left="5670"/>
        <w:outlineLvl w:val="0"/>
        <w:rPr>
          <w:rFonts w:ascii="Times New Roman" w:hAnsi="Times New Roman" w:cs="Times New Roman"/>
          <w:sz w:val="24"/>
          <w:szCs w:val="24"/>
        </w:rPr>
      </w:pPr>
    </w:p>
    <w:sectPr w:rsidR="00B83DC5" w:rsidRPr="00FE2065" w:rsidSect="0047126A">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48E70" w14:textId="77777777" w:rsidR="0081511D" w:rsidRDefault="0081511D" w:rsidP="00705773">
      <w:pPr>
        <w:spacing w:after="0" w:line="240" w:lineRule="auto"/>
      </w:pPr>
      <w:r>
        <w:separator/>
      </w:r>
    </w:p>
  </w:endnote>
  <w:endnote w:type="continuationSeparator" w:id="0">
    <w:p w14:paraId="5C2FA1ED" w14:textId="77777777" w:rsidR="0081511D" w:rsidRDefault="0081511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14C62" w14:textId="77777777" w:rsidR="0081511D" w:rsidRDefault="0081511D" w:rsidP="00705773">
      <w:pPr>
        <w:spacing w:after="0" w:line="240" w:lineRule="auto"/>
      </w:pPr>
      <w:r>
        <w:separator/>
      </w:r>
    </w:p>
  </w:footnote>
  <w:footnote w:type="continuationSeparator" w:id="0">
    <w:p w14:paraId="6273C8E4" w14:textId="77777777" w:rsidR="0081511D" w:rsidRDefault="0081511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32FE8"/>
    <w:multiLevelType w:val="hybridMultilevel"/>
    <w:tmpl w:val="C470A662"/>
    <w:lvl w:ilvl="0" w:tplc="980C9132">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288"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704B4E4D"/>
    <w:multiLevelType w:val="hybridMultilevel"/>
    <w:tmpl w:val="C2FE0C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238834999">
    <w:abstractNumId w:val="11"/>
  </w:num>
  <w:num w:numId="11" w16cid:durableId="985160881">
    <w:abstractNumId w:val="0"/>
  </w:num>
  <w:num w:numId="12" w16cid:durableId="6837455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07125"/>
    <w:rsid w:val="000156B6"/>
    <w:rsid w:val="00033DC9"/>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06C5"/>
    <w:rsid w:val="000B19CE"/>
    <w:rsid w:val="000B5522"/>
    <w:rsid w:val="000B7084"/>
    <w:rsid w:val="000C23AF"/>
    <w:rsid w:val="000C3743"/>
    <w:rsid w:val="000C4124"/>
    <w:rsid w:val="000C599B"/>
    <w:rsid w:val="000D545C"/>
    <w:rsid w:val="000D6420"/>
    <w:rsid w:val="000D6BF8"/>
    <w:rsid w:val="000E1DDF"/>
    <w:rsid w:val="000F2C04"/>
    <w:rsid w:val="000F6C7B"/>
    <w:rsid w:val="00107D6D"/>
    <w:rsid w:val="0011651D"/>
    <w:rsid w:val="001175F4"/>
    <w:rsid w:val="0012352D"/>
    <w:rsid w:val="00125F24"/>
    <w:rsid w:val="00126497"/>
    <w:rsid w:val="00132919"/>
    <w:rsid w:val="00133044"/>
    <w:rsid w:val="00136222"/>
    <w:rsid w:val="00143BEB"/>
    <w:rsid w:val="00144026"/>
    <w:rsid w:val="001543C6"/>
    <w:rsid w:val="00154D28"/>
    <w:rsid w:val="001556F0"/>
    <w:rsid w:val="00156510"/>
    <w:rsid w:val="00164848"/>
    <w:rsid w:val="001653A0"/>
    <w:rsid w:val="00174C1E"/>
    <w:rsid w:val="00175C9A"/>
    <w:rsid w:val="00176C45"/>
    <w:rsid w:val="00177B2A"/>
    <w:rsid w:val="001A2384"/>
    <w:rsid w:val="001A3016"/>
    <w:rsid w:val="001A347F"/>
    <w:rsid w:val="001C46CC"/>
    <w:rsid w:val="001D027F"/>
    <w:rsid w:val="001E43DF"/>
    <w:rsid w:val="001E5D59"/>
    <w:rsid w:val="001F53F7"/>
    <w:rsid w:val="00201C05"/>
    <w:rsid w:val="00211F31"/>
    <w:rsid w:val="0022315F"/>
    <w:rsid w:val="00230643"/>
    <w:rsid w:val="00233204"/>
    <w:rsid w:val="00237467"/>
    <w:rsid w:val="0023764E"/>
    <w:rsid w:val="00240C3D"/>
    <w:rsid w:val="00244ABB"/>
    <w:rsid w:val="00245FE2"/>
    <w:rsid w:val="00246934"/>
    <w:rsid w:val="00246ECF"/>
    <w:rsid w:val="002547C9"/>
    <w:rsid w:val="002551B0"/>
    <w:rsid w:val="002747CE"/>
    <w:rsid w:val="00281267"/>
    <w:rsid w:val="0029422D"/>
    <w:rsid w:val="00295C04"/>
    <w:rsid w:val="002A0F58"/>
    <w:rsid w:val="002A3077"/>
    <w:rsid w:val="002A510C"/>
    <w:rsid w:val="002A65DC"/>
    <w:rsid w:val="002B106D"/>
    <w:rsid w:val="002B2823"/>
    <w:rsid w:val="002C2932"/>
    <w:rsid w:val="002C6717"/>
    <w:rsid w:val="002D00AD"/>
    <w:rsid w:val="002D1BF4"/>
    <w:rsid w:val="002D615A"/>
    <w:rsid w:val="002E3E18"/>
    <w:rsid w:val="002E46EF"/>
    <w:rsid w:val="00300A22"/>
    <w:rsid w:val="00320DDC"/>
    <w:rsid w:val="003403F1"/>
    <w:rsid w:val="0034055E"/>
    <w:rsid w:val="003417A0"/>
    <w:rsid w:val="00342A7D"/>
    <w:rsid w:val="003438C7"/>
    <w:rsid w:val="00346054"/>
    <w:rsid w:val="00352C29"/>
    <w:rsid w:val="0035454A"/>
    <w:rsid w:val="00356930"/>
    <w:rsid w:val="00362D78"/>
    <w:rsid w:val="003655AF"/>
    <w:rsid w:val="00375970"/>
    <w:rsid w:val="003762BF"/>
    <w:rsid w:val="00385D15"/>
    <w:rsid w:val="003901F8"/>
    <w:rsid w:val="003924E6"/>
    <w:rsid w:val="003A56F7"/>
    <w:rsid w:val="003A5CAE"/>
    <w:rsid w:val="003B0383"/>
    <w:rsid w:val="003B0B0F"/>
    <w:rsid w:val="003B16FD"/>
    <w:rsid w:val="003D3775"/>
    <w:rsid w:val="003F0FE8"/>
    <w:rsid w:val="00404E5C"/>
    <w:rsid w:val="00420CC1"/>
    <w:rsid w:val="00421F03"/>
    <w:rsid w:val="00426EB8"/>
    <w:rsid w:val="00435415"/>
    <w:rsid w:val="00435E02"/>
    <w:rsid w:val="00445148"/>
    <w:rsid w:val="004610D6"/>
    <w:rsid w:val="00463886"/>
    <w:rsid w:val="0047126A"/>
    <w:rsid w:val="00473835"/>
    <w:rsid w:val="0047690D"/>
    <w:rsid w:val="004863B0"/>
    <w:rsid w:val="004926D0"/>
    <w:rsid w:val="004939A2"/>
    <w:rsid w:val="00494163"/>
    <w:rsid w:val="00494297"/>
    <w:rsid w:val="004A1532"/>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5062F"/>
    <w:rsid w:val="00550BD1"/>
    <w:rsid w:val="00556771"/>
    <w:rsid w:val="00561A0F"/>
    <w:rsid w:val="00562E2E"/>
    <w:rsid w:val="0056467F"/>
    <w:rsid w:val="00566437"/>
    <w:rsid w:val="00570769"/>
    <w:rsid w:val="00572C92"/>
    <w:rsid w:val="00582353"/>
    <w:rsid w:val="00591DCC"/>
    <w:rsid w:val="00593801"/>
    <w:rsid w:val="005A05B8"/>
    <w:rsid w:val="005E0883"/>
    <w:rsid w:val="005E4244"/>
    <w:rsid w:val="005F7669"/>
    <w:rsid w:val="00611608"/>
    <w:rsid w:val="00622668"/>
    <w:rsid w:val="00626AF5"/>
    <w:rsid w:val="00642E49"/>
    <w:rsid w:val="00645DCF"/>
    <w:rsid w:val="00647FC4"/>
    <w:rsid w:val="00650FE0"/>
    <w:rsid w:val="00654D7F"/>
    <w:rsid w:val="00656268"/>
    <w:rsid w:val="00657B0E"/>
    <w:rsid w:val="0066511C"/>
    <w:rsid w:val="00665AF3"/>
    <w:rsid w:val="006710C0"/>
    <w:rsid w:val="006731FB"/>
    <w:rsid w:val="0068271C"/>
    <w:rsid w:val="006879DE"/>
    <w:rsid w:val="00687F15"/>
    <w:rsid w:val="006A7AB6"/>
    <w:rsid w:val="006C167B"/>
    <w:rsid w:val="006C7751"/>
    <w:rsid w:val="006D5CAA"/>
    <w:rsid w:val="006D794C"/>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3B8A"/>
    <w:rsid w:val="00765A0F"/>
    <w:rsid w:val="00773EA3"/>
    <w:rsid w:val="00786F63"/>
    <w:rsid w:val="00787167"/>
    <w:rsid w:val="00795EAC"/>
    <w:rsid w:val="00797D8F"/>
    <w:rsid w:val="007A427E"/>
    <w:rsid w:val="007B3401"/>
    <w:rsid w:val="007C0B9C"/>
    <w:rsid w:val="007D545A"/>
    <w:rsid w:val="007F3944"/>
    <w:rsid w:val="00804615"/>
    <w:rsid w:val="00805107"/>
    <w:rsid w:val="00807879"/>
    <w:rsid w:val="00813406"/>
    <w:rsid w:val="0081395D"/>
    <w:rsid w:val="0081511D"/>
    <w:rsid w:val="00815B0C"/>
    <w:rsid w:val="00841D8B"/>
    <w:rsid w:val="00845026"/>
    <w:rsid w:val="00845209"/>
    <w:rsid w:val="008454CD"/>
    <w:rsid w:val="00856DA7"/>
    <w:rsid w:val="008723AA"/>
    <w:rsid w:val="00872C61"/>
    <w:rsid w:val="0088114F"/>
    <w:rsid w:val="008929D8"/>
    <w:rsid w:val="008A2313"/>
    <w:rsid w:val="008B5144"/>
    <w:rsid w:val="008B78B6"/>
    <w:rsid w:val="008C316C"/>
    <w:rsid w:val="008C6D05"/>
    <w:rsid w:val="008D1C0E"/>
    <w:rsid w:val="008D4AF3"/>
    <w:rsid w:val="008F07A8"/>
    <w:rsid w:val="00930AE1"/>
    <w:rsid w:val="00930EE6"/>
    <w:rsid w:val="0095274F"/>
    <w:rsid w:val="00955FB6"/>
    <w:rsid w:val="00964EF6"/>
    <w:rsid w:val="00971D69"/>
    <w:rsid w:val="00980475"/>
    <w:rsid w:val="0098052B"/>
    <w:rsid w:val="0098600A"/>
    <w:rsid w:val="00987177"/>
    <w:rsid w:val="00992831"/>
    <w:rsid w:val="00993638"/>
    <w:rsid w:val="009A2E7E"/>
    <w:rsid w:val="009A41B4"/>
    <w:rsid w:val="009B262F"/>
    <w:rsid w:val="009D16AB"/>
    <w:rsid w:val="009D47F5"/>
    <w:rsid w:val="009D5EC5"/>
    <w:rsid w:val="009E2A45"/>
    <w:rsid w:val="009E2C79"/>
    <w:rsid w:val="009E5866"/>
    <w:rsid w:val="009E5EC6"/>
    <w:rsid w:val="009F176A"/>
    <w:rsid w:val="009F210B"/>
    <w:rsid w:val="009F2ABF"/>
    <w:rsid w:val="00A05BA8"/>
    <w:rsid w:val="00A1642F"/>
    <w:rsid w:val="00A23909"/>
    <w:rsid w:val="00A274A5"/>
    <w:rsid w:val="00A32F4F"/>
    <w:rsid w:val="00A338CC"/>
    <w:rsid w:val="00A41C1D"/>
    <w:rsid w:val="00A43226"/>
    <w:rsid w:val="00A7004A"/>
    <w:rsid w:val="00A716BE"/>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4EF3"/>
    <w:rsid w:val="00B25B6B"/>
    <w:rsid w:val="00B4132B"/>
    <w:rsid w:val="00B45F35"/>
    <w:rsid w:val="00B532A4"/>
    <w:rsid w:val="00B5424E"/>
    <w:rsid w:val="00B554C2"/>
    <w:rsid w:val="00B638AB"/>
    <w:rsid w:val="00B70023"/>
    <w:rsid w:val="00B71760"/>
    <w:rsid w:val="00B72909"/>
    <w:rsid w:val="00B73DBA"/>
    <w:rsid w:val="00B826FD"/>
    <w:rsid w:val="00B82879"/>
    <w:rsid w:val="00B83DC5"/>
    <w:rsid w:val="00B908A9"/>
    <w:rsid w:val="00B96956"/>
    <w:rsid w:val="00BA5F37"/>
    <w:rsid w:val="00BB36A5"/>
    <w:rsid w:val="00BC2AAD"/>
    <w:rsid w:val="00BD28F6"/>
    <w:rsid w:val="00BD54A3"/>
    <w:rsid w:val="00BD5D99"/>
    <w:rsid w:val="00BE1A4D"/>
    <w:rsid w:val="00BE2DFC"/>
    <w:rsid w:val="00BE7126"/>
    <w:rsid w:val="00BF29BC"/>
    <w:rsid w:val="00BF407C"/>
    <w:rsid w:val="00C13648"/>
    <w:rsid w:val="00C163EF"/>
    <w:rsid w:val="00C177E3"/>
    <w:rsid w:val="00C30DA7"/>
    <w:rsid w:val="00C43B1E"/>
    <w:rsid w:val="00C46BBC"/>
    <w:rsid w:val="00C50193"/>
    <w:rsid w:val="00C5102E"/>
    <w:rsid w:val="00C57B91"/>
    <w:rsid w:val="00C57E63"/>
    <w:rsid w:val="00C66E25"/>
    <w:rsid w:val="00C74515"/>
    <w:rsid w:val="00C75476"/>
    <w:rsid w:val="00C869BE"/>
    <w:rsid w:val="00C91E96"/>
    <w:rsid w:val="00C95CB2"/>
    <w:rsid w:val="00CA3267"/>
    <w:rsid w:val="00CB0643"/>
    <w:rsid w:val="00CC3CC1"/>
    <w:rsid w:val="00CC6626"/>
    <w:rsid w:val="00CD01B9"/>
    <w:rsid w:val="00CE364A"/>
    <w:rsid w:val="00CE7F25"/>
    <w:rsid w:val="00CF1C24"/>
    <w:rsid w:val="00CF42C1"/>
    <w:rsid w:val="00CF7CF3"/>
    <w:rsid w:val="00D01B66"/>
    <w:rsid w:val="00D0300B"/>
    <w:rsid w:val="00D07FE1"/>
    <w:rsid w:val="00D3527A"/>
    <w:rsid w:val="00D44D3C"/>
    <w:rsid w:val="00D4639A"/>
    <w:rsid w:val="00D47D23"/>
    <w:rsid w:val="00D55A49"/>
    <w:rsid w:val="00D57B01"/>
    <w:rsid w:val="00D62819"/>
    <w:rsid w:val="00D63883"/>
    <w:rsid w:val="00D63DBC"/>
    <w:rsid w:val="00D908F8"/>
    <w:rsid w:val="00D921F8"/>
    <w:rsid w:val="00DA4177"/>
    <w:rsid w:val="00DA51CC"/>
    <w:rsid w:val="00DA633F"/>
    <w:rsid w:val="00DA71FA"/>
    <w:rsid w:val="00DC47AE"/>
    <w:rsid w:val="00DD3DC4"/>
    <w:rsid w:val="00DD49A5"/>
    <w:rsid w:val="00DD78EF"/>
    <w:rsid w:val="00DE706F"/>
    <w:rsid w:val="00E031BB"/>
    <w:rsid w:val="00E10FCA"/>
    <w:rsid w:val="00E172A6"/>
    <w:rsid w:val="00E31834"/>
    <w:rsid w:val="00E31BC5"/>
    <w:rsid w:val="00E47F69"/>
    <w:rsid w:val="00E50701"/>
    <w:rsid w:val="00E54F51"/>
    <w:rsid w:val="00E73F85"/>
    <w:rsid w:val="00E7790D"/>
    <w:rsid w:val="00E84463"/>
    <w:rsid w:val="00E931E8"/>
    <w:rsid w:val="00EA2B33"/>
    <w:rsid w:val="00EB7A3D"/>
    <w:rsid w:val="00EC54EE"/>
    <w:rsid w:val="00ED7875"/>
    <w:rsid w:val="00EE3A60"/>
    <w:rsid w:val="00EF33CF"/>
    <w:rsid w:val="00EF4328"/>
    <w:rsid w:val="00EF4859"/>
    <w:rsid w:val="00EF5204"/>
    <w:rsid w:val="00EF795C"/>
    <w:rsid w:val="00F017FE"/>
    <w:rsid w:val="00F02043"/>
    <w:rsid w:val="00F060DD"/>
    <w:rsid w:val="00F11846"/>
    <w:rsid w:val="00F12BDD"/>
    <w:rsid w:val="00F232E9"/>
    <w:rsid w:val="00F251D4"/>
    <w:rsid w:val="00F32418"/>
    <w:rsid w:val="00F3265A"/>
    <w:rsid w:val="00F33597"/>
    <w:rsid w:val="00F33E9D"/>
    <w:rsid w:val="00F413B8"/>
    <w:rsid w:val="00F46D2D"/>
    <w:rsid w:val="00F50374"/>
    <w:rsid w:val="00F60636"/>
    <w:rsid w:val="00F65412"/>
    <w:rsid w:val="00F70F45"/>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 w:val="00FF6A1B"/>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styleId="Lahendamatamainimine">
    <w:name w:val="Unresolved Mention"/>
    <w:basedOn w:val="Liguvaikefont"/>
    <w:uiPriority w:val="99"/>
    <w:semiHidden/>
    <w:unhideWhenUsed/>
    <w:rsid w:val="000B5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et.riiman@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27EBF9427B3B4A1681FC5581EA2034CE"/>
        <w:category>
          <w:name w:val="Üldine"/>
          <w:gallery w:val="placeholder"/>
        </w:category>
        <w:types>
          <w:type w:val="bbPlcHdr"/>
        </w:types>
        <w:behaviors>
          <w:behavior w:val="content"/>
        </w:behaviors>
        <w:guid w:val="{62775787-6F4A-47B8-A8B2-B576ACAEBE10}"/>
      </w:docPartPr>
      <w:docPartBody>
        <w:p w:rsidR="00C73E71" w:rsidRDefault="00256288" w:rsidP="00256288">
          <w:pPr>
            <w:pStyle w:val="27EBF9427B3B4A1681FC5581EA2034CE"/>
          </w:pPr>
          <w:r w:rsidRPr="003F6A59">
            <w:rPr>
              <w:rStyle w:val="Kohatitetekst"/>
            </w:rPr>
            <w:t>[Company]</w:t>
          </w:r>
        </w:p>
      </w:docPartBody>
    </w:docPart>
    <w:docPart>
      <w:docPartPr>
        <w:name w:val="1E9B8AAC11C34DF9BFD4BC0B516ED4E6"/>
        <w:category>
          <w:name w:val="Üldine"/>
          <w:gallery w:val="placeholder"/>
        </w:category>
        <w:types>
          <w:type w:val="bbPlcHdr"/>
        </w:types>
        <w:behaviors>
          <w:behavior w:val="content"/>
        </w:behaviors>
        <w:guid w:val="{ADECE516-1F89-447C-BCDA-8B982D2C8835}"/>
      </w:docPartPr>
      <w:docPartBody>
        <w:p w:rsidR="00C73E71" w:rsidRDefault="00256288" w:rsidP="00256288">
          <w:pPr>
            <w:pStyle w:val="1E9B8AAC11C34DF9BFD4BC0B516ED4E6"/>
          </w:pPr>
          <w:r w:rsidRPr="00BE118B">
            <w:rPr>
              <w:rStyle w:val="Kohatitetekst"/>
            </w:rPr>
            <w:t>Click here to enter a date.</w:t>
          </w:r>
        </w:p>
      </w:docPartBody>
    </w:docPart>
    <w:docPart>
      <w:docPartPr>
        <w:name w:val="7A6FF2F4B410459294D12A62398CEA70"/>
        <w:category>
          <w:name w:val="Üldine"/>
          <w:gallery w:val="placeholder"/>
        </w:category>
        <w:types>
          <w:type w:val="bbPlcHdr"/>
        </w:types>
        <w:behaviors>
          <w:behavior w:val="content"/>
        </w:behaviors>
        <w:guid w:val="{EADD26C4-061D-4E15-8171-D0592CE802D5}"/>
      </w:docPartPr>
      <w:docPartBody>
        <w:p w:rsidR="00C73E71" w:rsidRDefault="00256288" w:rsidP="00256288">
          <w:pPr>
            <w:pStyle w:val="7A6FF2F4B410459294D12A62398CEA70"/>
          </w:pPr>
          <w:r w:rsidRPr="003F6A59">
            <w:rPr>
              <w:rStyle w:val="Kohatitetekst"/>
            </w:rPr>
            <w:t>[Company]</w:t>
          </w:r>
        </w:p>
      </w:docPartBody>
    </w:docPart>
    <w:docPart>
      <w:docPartPr>
        <w:name w:val="2AC6C4B9A42741178BDA274F594E37F0"/>
        <w:category>
          <w:name w:val="Üldine"/>
          <w:gallery w:val="placeholder"/>
        </w:category>
        <w:types>
          <w:type w:val="bbPlcHdr"/>
        </w:types>
        <w:behaviors>
          <w:behavior w:val="content"/>
        </w:behaviors>
        <w:guid w:val="{DB880464-BF36-4FF8-8DB1-6EF8486DD17C}"/>
      </w:docPartPr>
      <w:docPartBody>
        <w:p w:rsidR="00C73E71" w:rsidRDefault="00256288" w:rsidP="00256288">
          <w:pPr>
            <w:pStyle w:val="2AC6C4B9A42741178BDA274F594E37F0"/>
          </w:pPr>
          <w:r w:rsidRPr="00BE118B">
            <w:rPr>
              <w:rStyle w:val="Kohatitetekst"/>
            </w:rPr>
            <w:t>Click here to enter a date.</w:t>
          </w:r>
        </w:p>
      </w:docPartBody>
    </w:docPart>
    <w:docPart>
      <w:docPartPr>
        <w:name w:val="EB0C4CEB72024B49A8C1809809E401C1"/>
        <w:category>
          <w:name w:val="Üldine"/>
          <w:gallery w:val="placeholder"/>
        </w:category>
        <w:types>
          <w:type w:val="bbPlcHdr"/>
        </w:types>
        <w:behaviors>
          <w:behavior w:val="content"/>
        </w:behaviors>
        <w:guid w:val="{AF467E07-654F-48B1-84DB-20EB1F281987}"/>
      </w:docPartPr>
      <w:docPartBody>
        <w:p w:rsidR="00C73E71" w:rsidRDefault="00256288" w:rsidP="00256288">
          <w:pPr>
            <w:pStyle w:val="EB0C4CEB72024B49A8C1809809E401C1"/>
          </w:pPr>
          <w:r w:rsidRPr="00BE118B">
            <w:rPr>
              <w:rStyle w:val="Kohatitetekst"/>
            </w:rPr>
            <w:t>Choose an item.</w:t>
          </w:r>
        </w:p>
      </w:docPartBody>
    </w:docPart>
    <w:docPart>
      <w:docPartPr>
        <w:name w:val="6AFB28BD19C346AAB23D1DF9D3710AD1"/>
        <w:category>
          <w:name w:val="Üldine"/>
          <w:gallery w:val="placeholder"/>
        </w:category>
        <w:types>
          <w:type w:val="bbPlcHdr"/>
        </w:types>
        <w:behaviors>
          <w:behavior w:val="content"/>
        </w:behaviors>
        <w:guid w:val="{40FB1A1B-CE93-4960-B9CD-7468C510465D}"/>
      </w:docPartPr>
      <w:docPartBody>
        <w:p w:rsidR="00C73E71" w:rsidRDefault="00256288" w:rsidP="00256288">
          <w:pPr>
            <w:pStyle w:val="6AFB28BD19C346AAB23D1DF9D3710AD1"/>
          </w:pPr>
          <w:r w:rsidRPr="00BE118B">
            <w:rPr>
              <w:rStyle w:val="Kohatitetekst"/>
            </w:rPr>
            <w:t>Choose an item.</w:t>
          </w:r>
        </w:p>
      </w:docPartBody>
    </w:docPart>
    <w:docPart>
      <w:docPartPr>
        <w:name w:val="AD6E1041BB394CCDBD0B0ADD101DCB01"/>
        <w:category>
          <w:name w:val="Üldine"/>
          <w:gallery w:val="placeholder"/>
        </w:category>
        <w:types>
          <w:type w:val="bbPlcHdr"/>
        </w:types>
        <w:behaviors>
          <w:behavior w:val="content"/>
        </w:behaviors>
        <w:guid w:val="{63EA8C5C-8684-4AB3-8490-A6EDFB380780}"/>
      </w:docPartPr>
      <w:docPartBody>
        <w:p w:rsidR="00C73E71" w:rsidRDefault="00256288" w:rsidP="00256288">
          <w:pPr>
            <w:pStyle w:val="AD6E1041BB394CCDBD0B0ADD101DCB01"/>
          </w:pPr>
          <w:r w:rsidRPr="003F6A59">
            <w:rPr>
              <w:rStyle w:val="Kohatitetekst"/>
            </w:rPr>
            <w:t>[Company]</w:t>
          </w:r>
        </w:p>
      </w:docPartBody>
    </w:docPart>
    <w:docPart>
      <w:docPartPr>
        <w:name w:val="23790C9AB7FD4573B4028C79C8E45D53"/>
        <w:category>
          <w:name w:val="Üldine"/>
          <w:gallery w:val="placeholder"/>
        </w:category>
        <w:types>
          <w:type w:val="bbPlcHdr"/>
        </w:types>
        <w:behaviors>
          <w:behavior w:val="content"/>
        </w:behaviors>
        <w:guid w:val="{0E8ABFE1-0ABC-4EFB-8C32-38CE6016FE1A}"/>
      </w:docPartPr>
      <w:docPartBody>
        <w:p w:rsidR="00C73E71" w:rsidRDefault="00256288" w:rsidP="00256288">
          <w:pPr>
            <w:pStyle w:val="23790C9AB7FD4573B4028C79C8E45D53"/>
          </w:pPr>
          <w:r w:rsidRPr="00BE118B">
            <w:rPr>
              <w:rStyle w:val="Kohatitetekst"/>
            </w:rPr>
            <w:t>Click here to enter a date.</w:t>
          </w:r>
        </w:p>
      </w:docPartBody>
    </w:docPart>
    <w:docPart>
      <w:docPartPr>
        <w:name w:val="1B977E00AAAF4214997ADDD947F0F49E"/>
        <w:category>
          <w:name w:val="Üldine"/>
          <w:gallery w:val="placeholder"/>
        </w:category>
        <w:types>
          <w:type w:val="bbPlcHdr"/>
        </w:types>
        <w:behaviors>
          <w:behavior w:val="content"/>
        </w:behaviors>
        <w:guid w:val="{69105C76-9EE5-4082-8C8E-BDB5FB563982}"/>
      </w:docPartPr>
      <w:docPartBody>
        <w:p w:rsidR="00C73E71" w:rsidRDefault="00256288" w:rsidP="00256288">
          <w:pPr>
            <w:pStyle w:val="1B977E00AAAF4214997ADDD947F0F49E"/>
          </w:pPr>
          <w:r w:rsidRPr="003F6A59">
            <w:rPr>
              <w:rStyle w:val="Kohatitetekst"/>
            </w:rPr>
            <w:t>[Company]</w:t>
          </w:r>
        </w:p>
      </w:docPartBody>
    </w:docPart>
    <w:docPart>
      <w:docPartPr>
        <w:name w:val="3855E2B221CC4CEB902110F712D36670"/>
        <w:category>
          <w:name w:val="Üldine"/>
          <w:gallery w:val="placeholder"/>
        </w:category>
        <w:types>
          <w:type w:val="bbPlcHdr"/>
        </w:types>
        <w:behaviors>
          <w:behavior w:val="content"/>
        </w:behaviors>
        <w:guid w:val="{5FB597DC-FAAD-4941-A534-553E8914BA69}"/>
      </w:docPartPr>
      <w:docPartBody>
        <w:p w:rsidR="00C73E71" w:rsidRDefault="00256288" w:rsidP="00256288">
          <w:pPr>
            <w:pStyle w:val="3855E2B221CC4CEB902110F712D36670"/>
          </w:pPr>
          <w:r w:rsidRPr="003F6A59">
            <w:rPr>
              <w:rStyle w:val="Kohatitetekst"/>
            </w:rPr>
            <w:t>[Company]</w:t>
          </w:r>
        </w:p>
      </w:docPartBody>
    </w:docPart>
    <w:docPart>
      <w:docPartPr>
        <w:name w:val="85C1137534CD4FDB93FED8C0001C5E60"/>
        <w:category>
          <w:name w:val="Üldine"/>
          <w:gallery w:val="placeholder"/>
        </w:category>
        <w:types>
          <w:type w:val="bbPlcHdr"/>
        </w:types>
        <w:behaviors>
          <w:behavior w:val="content"/>
        </w:behaviors>
        <w:guid w:val="{6BBE2DD6-462D-464E-9DCC-68D7887E8D95}"/>
      </w:docPartPr>
      <w:docPartBody>
        <w:p w:rsidR="00C73E71" w:rsidRDefault="00256288" w:rsidP="00256288">
          <w:pPr>
            <w:pStyle w:val="85C1137534CD4FDB93FED8C0001C5E60"/>
          </w:pPr>
          <w:r w:rsidRPr="00BE118B">
            <w:rPr>
              <w:rStyle w:val="Kohatitetekst"/>
            </w:rPr>
            <w:t>Choose an item.</w:t>
          </w:r>
        </w:p>
      </w:docPartBody>
    </w:docPart>
    <w:docPart>
      <w:docPartPr>
        <w:name w:val="CB2C9AE012C64D18B9A1A465BC810817"/>
        <w:category>
          <w:name w:val="Üldine"/>
          <w:gallery w:val="placeholder"/>
        </w:category>
        <w:types>
          <w:type w:val="bbPlcHdr"/>
        </w:types>
        <w:behaviors>
          <w:behavior w:val="content"/>
        </w:behaviors>
        <w:guid w:val="{F0F770EB-26BD-4782-8D49-D515212D8BBA}"/>
      </w:docPartPr>
      <w:docPartBody>
        <w:p w:rsidR="00C73E71" w:rsidRDefault="00256288" w:rsidP="00256288">
          <w:pPr>
            <w:pStyle w:val="CB2C9AE012C64D18B9A1A465BC810817"/>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194AC3"/>
    <w:rsid w:val="00256288"/>
    <w:rsid w:val="002D10E3"/>
    <w:rsid w:val="002E144C"/>
    <w:rsid w:val="002F2D3C"/>
    <w:rsid w:val="002F4347"/>
    <w:rsid w:val="003328F1"/>
    <w:rsid w:val="00351FD1"/>
    <w:rsid w:val="0038008E"/>
    <w:rsid w:val="003C6885"/>
    <w:rsid w:val="00400EAF"/>
    <w:rsid w:val="00433F39"/>
    <w:rsid w:val="00434AA5"/>
    <w:rsid w:val="004617F3"/>
    <w:rsid w:val="00486B87"/>
    <w:rsid w:val="00491275"/>
    <w:rsid w:val="004B2DE6"/>
    <w:rsid w:val="004D122A"/>
    <w:rsid w:val="004F6639"/>
    <w:rsid w:val="00517522"/>
    <w:rsid w:val="0053141C"/>
    <w:rsid w:val="00551D60"/>
    <w:rsid w:val="00590DDE"/>
    <w:rsid w:val="00593D81"/>
    <w:rsid w:val="005A5431"/>
    <w:rsid w:val="005A6189"/>
    <w:rsid w:val="0063290D"/>
    <w:rsid w:val="00635459"/>
    <w:rsid w:val="00647B8F"/>
    <w:rsid w:val="00661707"/>
    <w:rsid w:val="00664D6B"/>
    <w:rsid w:val="0067752A"/>
    <w:rsid w:val="00680394"/>
    <w:rsid w:val="00696560"/>
    <w:rsid w:val="006C4268"/>
    <w:rsid w:val="006F484C"/>
    <w:rsid w:val="00774524"/>
    <w:rsid w:val="00782078"/>
    <w:rsid w:val="0078799E"/>
    <w:rsid w:val="007B52D5"/>
    <w:rsid w:val="007E70DA"/>
    <w:rsid w:val="00801A2E"/>
    <w:rsid w:val="00803940"/>
    <w:rsid w:val="00826665"/>
    <w:rsid w:val="00870CEF"/>
    <w:rsid w:val="008F67E6"/>
    <w:rsid w:val="00914169"/>
    <w:rsid w:val="009200D6"/>
    <w:rsid w:val="0094449D"/>
    <w:rsid w:val="00952AC1"/>
    <w:rsid w:val="00963822"/>
    <w:rsid w:val="00976593"/>
    <w:rsid w:val="009848A8"/>
    <w:rsid w:val="009932A9"/>
    <w:rsid w:val="009A4DE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73E71"/>
    <w:rsid w:val="00C967F0"/>
    <w:rsid w:val="00CA3281"/>
    <w:rsid w:val="00CD1D06"/>
    <w:rsid w:val="00D23F46"/>
    <w:rsid w:val="00D41C9D"/>
    <w:rsid w:val="00D51F72"/>
    <w:rsid w:val="00D56455"/>
    <w:rsid w:val="00D76BBE"/>
    <w:rsid w:val="00DA13A4"/>
    <w:rsid w:val="00DB0041"/>
    <w:rsid w:val="00E47491"/>
    <w:rsid w:val="00E75BCC"/>
    <w:rsid w:val="00ED0DFC"/>
    <w:rsid w:val="00F30BB5"/>
    <w:rsid w:val="00F854CD"/>
    <w:rsid w:val="00F97367"/>
    <w:rsid w:val="00FE527E"/>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56288"/>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27EBF9427B3B4A1681FC5581EA2034CE">
    <w:name w:val="27EBF9427B3B4A1681FC5581EA2034CE"/>
    <w:rsid w:val="00256288"/>
  </w:style>
  <w:style w:type="paragraph" w:customStyle="1" w:styleId="1E9B8AAC11C34DF9BFD4BC0B516ED4E6">
    <w:name w:val="1E9B8AAC11C34DF9BFD4BC0B516ED4E6"/>
    <w:rsid w:val="00256288"/>
  </w:style>
  <w:style w:type="paragraph" w:customStyle="1" w:styleId="7A6FF2F4B410459294D12A62398CEA70">
    <w:name w:val="7A6FF2F4B410459294D12A62398CEA70"/>
    <w:rsid w:val="00256288"/>
  </w:style>
  <w:style w:type="paragraph" w:customStyle="1" w:styleId="2AC6C4B9A42741178BDA274F594E37F0">
    <w:name w:val="2AC6C4B9A42741178BDA274F594E37F0"/>
    <w:rsid w:val="00256288"/>
  </w:style>
  <w:style w:type="paragraph" w:customStyle="1" w:styleId="EB0C4CEB72024B49A8C1809809E401C1">
    <w:name w:val="EB0C4CEB72024B49A8C1809809E401C1"/>
    <w:rsid w:val="00256288"/>
  </w:style>
  <w:style w:type="paragraph" w:customStyle="1" w:styleId="6AFB28BD19C346AAB23D1DF9D3710AD1">
    <w:name w:val="6AFB28BD19C346AAB23D1DF9D3710AD1"/>
    <w:rsid w:val="00256288"/>
  </w:style>
  <w:style w:type="paragraph" w:customStyle="1" w:styleId="AD6E1041BB394CCDBD0B0ADD101DCB01">
    <w:name w:val="AD6E1041BB394CCDBD0B0ADD101DCB01"/>
    <w:rsid w:val="00256288"/>
  </w:style>
  <w:style w:type="paragraph" w:customStyle="1" w:styleId="23790C9AB7FD4573B4028C79C8E45D53">
    <w:name w:val="23790C9AB7FD4573B4028C79C8E45D53"/>
    <w:rsid w:val="00256288"/>
  </w:style>
  <w:style w:type="paragraph" w:customStyle="1" w:styleId="1B977E00AAAF4214997ADDD947F0F49E">
    <w:name w:val="1B977E00AAAF4214997ADDD947F0F49E"/>
    <w:rsid w:val="00256288"/>
  </w:style>
  <w:style w:type="paragraph" w:customStyle="1" w:styleId="3855E2B221CC4CEB902110F712D36670">
    <w:name w:val="3855E2B221CC4CEB902110F712D36670"/>
    <w:rsid w:val="00256288"/>
  </w:style>
  <w:style w:type="paragraph" w:customStyle="1" w:styleId="85C1137534CD4FDB93FED8C0001C5E60">
    <w:name w:val="85C1137534CD4FDB93FED8C0001C5E60"/>
    <w:rsid w:val="00256288"/>
  </w:style>
  <w:style w:type="paragraph" w:customStyle="1" w:styleId="CB2C9AE012C64D18B9A1A465BC810817">
    <w:name w:val="CB2C9AE012C64D18B9A1A465BC810817"/>
    <w:rsid w:val="002562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491</TotalTime>
  <Pages>11</Pages>
  <Words>4613</Words>
  <Characters>26296</Characters>
  <Application>Microsoft Office Word</Application>
  <DocSecurity>0</DocSecurity>
  <Lines>219</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 Hiiesalu</dc:creator>
  <cp:lastModifiedBy>Reelika Sirge</cp:lastModifiedBy>
  <cp:revision>78</cp:revision>
  <dcterms:created xsi:type="dcterms:W3CDTF">2022-09-01T10:45:00Z</dcterms:created>
  <dcterms:modified xsi:type="dcterms:W3CDTF">2023-04-21T08:09:00Z</dcterms:modified>
</cp:coreProperties>
</file>